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09CA" w14:textId="5F802112" w:rsidR="00AB17EF" w:rsidRPr="00354ED9" w:rsidRDefault="00354ED9" w:rsidP="00F85358">
      <w:pPr>
        <w:pStyle w:val="Heading1"/>
        <w:jc w:val="center"/>
      </w:pPr>
      <w:r>
        <w:t>SHAWNDA COON</w:t>
      </w:r>
      <w:r w:rsidR="6336A6F6">
        <w:t xml:space="preserve"> </w:t>
      </w:r>
      <w:r>
        <w:t>MLS (ASCP)</w:t>
      </w:r>
      <w:r w:rsidR="055D0CAA" w:rsidRPr="01D1CD3C">
        <w:rPr>
          <w:vertAlign w:val="superscript"/>
        </w:rPr>
        <w:t>CM</w:t>
      </w:r>
    </w:p>
    <w:p w14:paraId="15259432" w14:textId="267BAA77" w:rsidR="00B836CA" w:rsidRDefault="00A313E1" w:rsidP="00354ED9">
      <w:pPr>
        <w:spacing w:after="0"/>
        <w:jc w:val="center"/>
      </w:pPr>
      <w:r>
        <w:t>(</w:t>
      </w:r>
      <w:r w:rsidR="00653373">
        <w:t>440</w:t>
      </w:r>
      <w:r>
        <w:t xml:space="preserve">) </w:t>
      </w:r>
      <w:r w:rsidR="00F756D6">
        <w:t>525</w:t>
      </w:r>
      <w:r w:rsidR="00653373">
        <w:t>-</w:t>
      </w:r>
      <w:r w:rsidR="00F756D6">
        <w:t>7169</w:t>
      </w:r>
      <w:r w:rsidR="00141A4C">
        <w:t>| </w:t>
      </w:r>
      <w:hyperlink r:id="rId11" w:history="1">
        <w:r w:rsidR="00F756D6">
          <w:rPr>
            <w:rStyle w:val="Hyperlink"/>
          </w:rPr>
          <w:t>scoonborocz1@lakelandcc.edu</w:t>
        </w:r>
      </w:hyperlink>
      <w:r w:rsidR="00981440">
        <w:t xml:space="preserve"> </w:t>
      </w:r>
      <w:r w:rsidR="00AB17EF">
        <w:t>∣</w:t>
      </w:r>
      <w:r w:rsidR="002E6184">
        <w:t>Kirtland</w:t>
      </w:r>
      <w:r w:rsidR="00685B24">
        <w:t>, OH 44</w:t>
      </w:r>
      <w:r w:rsidR="002E6184">
        <w:t>094</w:t>
      </w:r>
    </w:p>
    <w:p w14:paraId="142F22CF" w14:textId="5878C5E5" w:rsidR="00354ED9" w:rsidRDefault="00354ED9" w:rsidP="00F85358">
      <w:pPr>
        <w:pStyle w:val="Heading1"/>
      </w:pPr>
      <w:r>
        <w:t>PROFESSIONAL SUMMARY</w:t>
      </w:r>
    </w:p>
    <w:p w14:paraId="10B9A731" w14:textId="2ED01B6B" w:rsidR="00AC697E" w:rsidRPr="00AC697E" w:rsidRDefault="00AC697E" w:rsidP="00354ED9">
      <w:pPr>
        <w:spacing w:after="0"/>
      </w:pPr>
      <w:r>
        <w:t xml:space="preserve">Enthusiastic instructor with </w:t>
      </w:r>
      <w:r w:rsidR="1902EF8D">
        <w:t>6</w:t>
      </w:r>
      <w:r w:rsidR="009B5327">
        <w:t xml:space="preserve"> years of </w:t>
      </w:r>
      <w:r>
        <w:t xml:space="preserve">proven experience </w:t>
      </w:r>
      <w:r w:rsidR="62764B69">
        <w:t xml:space="preserve">conveying </w:t>
      </w:r>
      <w:r w:rsidR="00521296">
        <w:t xml:space="preserve">subject </w:t>
      </w:r>
      <w:r w:rsidR="00365D3E">
        <w:t>knowledge to students</w:t>
      </w:r>
      <w:r w:rsidR="00521296">
        <w:t xml:space="preserve"> effectively</w:t>
      </w:r>
      <w:r w:rsidR="193ED922">
        <w:t xml:space="preserve">. </w:t>
      </w:r>
      <w:r w:rsidR="00365D3E">
        <w:t xml:space="preserve">Possesses </w:t>
      </w:r>
      <w:bookmarkStart w:id="0" w:name="_Int_OjoBiM7k"/>
      <w:r w:rsidR="00365D3E">
        <w:t>strong communication</w:t>
      </w:r>
      <w:bookmarkEnd w:id="0"/>
      <w:r w:rsidR="00365D3E">
        <w:t xml:space="preserve"> skills </w:t>
      </w:r>
      <w:r w:rsidR="002E6184">
        <w:t>and</w:t>
      </w:r>
      <w:r w:rsidR="00365D3E">
        <w:t xml:space="preserve"> the ability to i</w:t>
      </w:r>
      <w:r w:rsidR="00D3448C">
        <w:t>nteract with students of all levels</w:t>
      </w:r>
      <w:r w:rsidR="0027486A">
        <w:t>;</w:t>
      </w:r>
      <w:r w:rsidR="00521296">
        <w:t xml:space="preserve"> </w:t>
      </w:r>
      <w:r w:rsidR="003F627D">
        <w:t>c</w:t>
      </w:r>
      <w:r w:rsidR="00D3448C">
        <w:t>ollaborates well with co-wo</w:t>
      </w:r>
      <w:r w:rsidR="00521296">
        <w:t>rkers</w:t>
      </w:r>
      <w:r w:rsidR="0027486A">
        <w:t xml:space="preserve"> and h</w:t>
      </w:r>
      <w:r w:rsidR="002B16F3">
        <w:t xml:space="preserve">as a thorough understanding of </w:t>
      </w:r>
      <w:r w:rsidR="1A51E4FA">
        <w:t>quality laboratory practices.</w:t>
      </w:r>
      <w:r w:rsidR="00D1487E">
        <w:t xml:space="preserve"> Fie</w:t>
      </w:r>
      <w:r w:rsidR="00F325F5">
        <w:t xml:space="preserve">ld and teaching experience in blood bank, clinical chemistry, urinalysis and </w:t>
      </w:r>
      <w:r w:rsidR="00492100">
        <w:t>hematology.</w:t>
      </w:r>
    </w:p>
    <w:p w14:paraId="2A9F2AEA" w14:textId="77777777" w:rsidR="00354ED9" w:rsidRDefault="00354ED9" w:rsidP="00354ED9">
      <w:pPr>
        <w:spacing w:after="0"/>
      </w:pPr>
    </w:p>
    <w:p w14:paraId="23603A65" w14:textId="1FB2FE56" w:rsidR="00CA7F84" w:rsidRDefault="00CA7F84" w:rsidP="413EB454">
      <w:pPr>
        <w:pStyle w:val="Heading1"/>
        <w:spacing w:before="0"/>
      </w:pPr>
      <w:r>
        <w:t>TEACHING EXPERIENCE</w:t>
      </w:r>
    </w:p>
    <w:p w14:paraId="0D9DA4BB" w14:textId="0AF55D3B" w:rsidR="00DB4593" w:rsidRPr="005B37D9" w:rsidRDefault="317B8EF3" w:rsidP="413EB454">
      <w:pPr>
        <w:pStyle w:val="Heading2"/>
        <w:rPr>
          <w:rFonts w:ascii="Cambria" w:eastAsia="Cambria" w:hAnsi="Cambria" w:cs="Cambria"/>
          <w:color w:val="262626" w:themeColor="text2" w:themeShade="80"/>
          <w:sz w:val="22"/>
          <w:szCs w:val="22"/>
        </w:rPr>
      </w:pPr>
      <w:r w:rsidRPr="413EB454">
        <w:rPr>
          <w:rFonts w:ascii="Cambria" w:eastAsia="Cambria" w:hAnsi="Cambria" w:cs="Cambria"/>
          <w:color w:val="262626" w:themeColor="text2" w:themeShade="80"/>
          <w:sz w:val="22"/>
          <w:szCs w:val="22"/>
        </w:rPr>
        <w:t>PROGRAM DIRECTOR-MEDICAL LABORATORY TECHNOLOGY &amp; Phlebotomy</w:t>
      </w:r>
    </w:p>
    <w:p w14:paraId="513A38EC" w14:textId="7C314038" w:rsidR="00DB4593" w:rsidRPr="005B37D9" w:rsidRDefault="317B8EF3" w:rsidP="413EB454">
      <w:pPr>
        <w:spacing w:after="0"/>
        <w:rPr>
          <w:rFonts w:ascii="Cambria" w:eastAsia="Cambria" w:hAnsi="Cambria" w:cs="Cambria"/>
          <w:b/>
          <w:bCs/>
          <w:color w:val="262626" w:themeColor="text2" w:themeShade="80"/>
        </w:rPr>
      </w:pPr>
      <w:r w:rsidRPr="413EB454">
        <w:rPr>
          <w:rFonts w:ascii="Cambria" w:eastAsia="Cambria" w:hAnsi="Cambria" w:cs="Cambria"/>
          <w:b/>
          <w:bCs/>
          <w:color w:val="262626" w:themeColor="text2" w:themeShade="80"/>
        </w:rPr>
        <w:t>LAKELAND COMMUNITY COLLEGE | JUL 2023 – PRESENT</w:t>
      </w:r>
    </w:p>
    <w:p w14:paraId="0228BB53" w14:textId="45DC7DB5" w:rsidR="00DB4593" w:rsidRPr="005B37D9" w:rsidRDefault="53D538EB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D0D0D" w:themeColor="text1" w:themeTint="F2"/>
        </w:rPr>
      </w:pPr>
      <w:r w:rsidRPr="413EB454">
        <w:rPr>
          <w:color w:val="0D0D0D" w:themeColor="text1" w:themeTint="F2"/>
        </w:rPr>
        <w:t xml:space="preserve">Supervise the admission process for candidates applying to the </w:t>
      </w:r>
      <w:bookmarkStart w:id="1" w:name="_Int_cHvxtwkX"/>
      <w:r w:rsidRPr="413EB454">
        <w:rPr>
          <w:color w:val="0D0D0D" w:themeColor="text1" w:themeTint="F2"/>
        </w:rPr>
        <w:t>MLT</w:t>
      </w:r>
      <w:bookmarkEnd w:id="1"/>
      <w:r w:rsidRPr="413EB454">
        <w:rPr>
          <w:color w:val="0D0D0D" w:themeColor="text1" w:themeTint="F2"/>
        </w:rPr>
        <w:t xml:space="preserve"> &amp; Phlebotomy programs.</w:t>
      </w:r>
    </w:p>
    <w:p w14:paraId="268044BA" w14:textId="3B2D99D0" w:rsidR="00DB4593" w:rsidRPr="005B37D9" w:rsidRDefault="53D538EB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D0D0D" w:themeColor="text1" w:themeTint="F2"/>
        </w:rPr>
      </w:pPr>
      <w:r w:rsidRPr="413EB454">
        <w:rPr>
          <w:color w:val="0D0D0D" w:themeColor="text1" w:themeTint="F2"/>
        </w:rPr>
        <w:t xml:space="preserve">Recruit, </w:t>
      </w:r>
      <w:bookmarkStart w:id="2" w:name="_Int_tT3Ie4FY"/>
      <w:r w:rsidRPr="413EB454">
        <w:rPr>
          <w:color w:val="0D0D0D" w:themeColor="text1" w:themeTint="F2"/>
        </w:rPr>
        <w:t>assist</w:t>
      </w:r>
      <w:bookmarkEnd w:id="2"/>
      <w:r w:rsidRPr="413EB454">
        <w:rPr>
          <w:color w:val="0D0D0D" w:themeColor="text1" w:themeTint="F2"/>
        </w:rPr>
        <w:t>, and guide adjunct faculty members.</w:t>
      </w:r>
    </w:p>
    <w:p w14:paraId="352ADA91" w14:textId="7AE7AE93" w:rsidR="00DB4593" w:rsidRPr="005B37D9" w:rsidRDefault="53D538EB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D0D0D" w:themeColor="text1" w:themeTint="F2"/>
        </w:rPr>
      </w:pPr>
      <w:r w:rsidRPr="413EB454">
        <w:rPr>
          <w:color w:val="0D0D0D" w:themeColor="text1" w:themeTint="F2"/>
        </w:rPr>
        <w:t>Monitor the program's performance.</w:t>
      </w:r>
    </w:p>
    <w:p w14:paraId="662ED8A2" w14:textId="0015C634" w:rsidR="00DB4593" w:rsidRPr="005B37D9" w:rsidRDefault="53D538EB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D0D0D" w:themeColor="text1" w:themeTint="F2"/>
        </w:rPr>
      </w:pPr>
      <w:r w:rsidRPr="413EB454">
        <w:rPr>
          <w:color w:val="0D0D0D" w:themeColor="text1" w:themeTint="F2"/>
        </w:rPr>
        <w:t>Propose suggestions concerning program planning, course scheduling, and faculty assignments.</w:t>
      </w:r>
    </w:p>
    <w:p w14:paraId="355CABDE" w14:textId="24DC3CF1" w:rsidR="00DB4593" w:rsidRPr="005B37D9" w:rsidRDefault="69D21913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00000" w:themeColor="text1"/>
        </w:rPr>
      </w:pPr>
      <w:r w:rsidRPr="413EB454">
        <w:rPr>
          <w:color w:val="000000" w:themeColor="text1"/>
        </w:rPr>
        <w:t xml:space="preserve">Ensure the </w:t>
      </w:r>
      <w:bookmarkStart w:id="3" w:name="_Int_tBgx6kdo"/>
      <w:r w:rsidRPr="413EB454">
        <w:rPr>
          <w:color w:val="000000" w:themeColor="text1"/>
        </w:rPr>
        <w:t>NAACLS</w:t>
      </w:r>
      <w:bookmarkEnd w:id="3"/>
      <w:r w:rsidRPr="413EB454">
        <w:rPr>
          <w:color w:val="000000" w:themeColor="text1"/>
        </w:rPr>
        <w:t xml:space="preserve"> accreditation of the MLT program is </w:t>
      </w:r>
      <w:bookmarkStart w:id="4" w:name="_Int_q2sdHNd2"/>
      <w:r w:rsidRPr="413EB454">
        <w:rPr>
          <w:color w:val="000000" w:themeColor="text1"/>
        </w:rPr>
        <w:t>maintained</w:t>
      </w:r>
      <w:bookmarkEnd w:id="4"/>
      <w:r w:rsidRPr="413EB454">
        <w:rPr>
          <w:color w:val="000000" w:themeColor="text1"/>
        </w:rPr>
        <w:t xml:space="preserve">. </w:t>
      </w:r>
    </w:p>
    <w:p w14:paraId="643243D1" w14:textId="4CEC9475" w:rsidR="00DB4593" w:rsidRPr="005B37D9" w:rsidRDefault="69D21913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00000" w:themeColor="text1"/>
        </w:rPr>
      </w:pPr>
      <w:r w:rsidRPr="413EB454">
        <w:rPr>
          <w:color w:val="000000" w:themeColor="text1"/>
        </w:rPr>
        <w:t xml:space="preserve">Maintain and update course materials, including outlines, </w:t>
      </w:r>
      <w:bookmarkStart w:id="5" w:name="_Int_JR7o9rv7"/>
      <w:r w:rsidR="09FB7459" w:rsidRPr="413EB454">
        <w:rPr>
          <w:color w:val="000000" w:themeColor="text1"/>
        </w:rPr>
        <w:t>objectives</w:t>
      </w:r>
      <w:bookmarkEnd w:id="5"/>
      <w:r w:rsidRPr="413EB454">
        <w:rPr>
          <w:color w:val="000000" w:themeColor="text1"/>
        </w:rPr>
        <w:t xml:space="preserve"> handouts, and </w:t>
      </w:r>
      <w:r w:rsidR="1A2E419D" w:rsidRPr="413EB454">
        <w:rPr>
          <w:color w:val="000000" w:themeColor="text1"/>
        </w:rPr>
        <w:t>exams to reflect current industry standards</w:t>
      </w:r>
      <w:r w:rsidR="00F756D6">
        <w:rPr>
          <w:color w:val="000000" w:themeColor="text1"/>
        </w:rPr>
        <w:t>.</w:t>
      </w:r>
    </w:p>
    <w:p w14:paraId="5468ACA7" w14:textId="14DF37A9" w:rsidR="00DB4593" w:rsidRPr="005B37D9" w:rsidRDefault="78D523CB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00000" w:themeColor="text1"/>
        </w:rPr>
      </w:pPr>
      <w:r w:rsidRPr="413EB454">
        <w:rPr>
          <w:color w:val="000000" w:themeColor="text1"/>
        </w:rPr>
        <w:t>Oversee</w:t>
      </w:r>
      <w:r w:rsidR="69D21913" w:rsidRPr="413EB454">
        <w:rPr>
          <w:color w:val="000000" w:themeColor="text1"/>
        </w:rPr>
        <w:t xml:space="preserve"> syllabus content and ensure cohesion </w:t>
      </w:r>
      <w:r w:rsidR="36F1FC66" w:rsidRPr="413EB454">
        <w:rPr>
          <w:color w:val="000000" w:themeColor="text1"/>
        </w:rPr>
        <w:t xml:space="preserve">with the program and safety manuals </w:t>
      </w:r>
      <w:r w:rsidR="69D21913" w:rsidRPr="413EB454">
        <w:rPr>
          <w:color w:val="000000" w:themeColor="text1"/>
        </w:rPr>
        <w:t xml:space="preserve">across </w:t>
      </w:r>
      <w:r w:rsidR="0237EE1E" w:rsidRPr="413EB454">
        <w:rPr>
          <w:color w:val="000000" w:themeColor="text1"/>
        </w:rPr>
        <w:t xml:space="preserve">all </w:t>
      </w:r>
      <w:r w:rsidR="69D21913" w:rsidRPr="413EB454">
        <w:rPr>
          <w:color w:val="000000" w:themeColor="text1"/>
        </w:rPr>
        <w:t>courses within the program</w:t>
      </w:r>
      <w:r w:rsidR="308B6602" w:rsidRPr="413EB454">
        <w:rPr>
          <w:color w:val="000000" w:themeColor="text1"/>
        </w:rPr>
        <w:t>s</w:t>
      </w:r>
      <w:r w:rsidR="69D21913" w:rsidRPr="413EB454">
        <w:rPr>
          <w:color w:val="000000" w:themeColor="text1"/>
        </w:rPr>
        <w:t xml:space="preserve">. </w:t>
      </w:r>
    </w:p>
    <w:p w14:paraId="5EEC5B5A" w14:textId="7620B824" w:rsidR="00DB4593" w:rsidRPr="005B37D9" w:rsidRDefault="69D21913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00000" w:themeColor="text1"/>
        </w:rPr>
      </w:pPr>
      <w:r w:rsidRPr="413EB454">
        <w:rPr>
          <w:color w:val="000000" w:themeColor="text1"/>
        </w:rPr>
        <w:t xml:space="preserve">Arrange and </w:t>
      </w:r>
      <w:bookmarkStart w:id="6" w:name="_Int_UfOuLsgk"/>
      <w:r w:rsidRPr="413EB454">
        <w:rPr>
          <w:color w:val="000000" w:themeColor="text1"/>
        </w:rPr>
        <w:t>participate</w:t>
      </w:r>
      <w:bookmarkEnd w:id="6"/>
      <w:r w:rsidRPr="413EB454">
        <w:rPr>
          <w:color w:val="000000" w:themeColor="text1"/>
        </w:rPr>
        <w:t xml:space="preserve"> in all </w:t>
      </w:r>
      <w:r w:rsidR="031EE4ED" w:rsidRPr="413EB454">
        <w:rPr>
          <w:color w:val="000000" w:themeColor="text1"/>
        </w:rPr>
        <w:t>departmental</w:t>
      </w:r>
      <w:r w:rsidRPr="413EB454">
        <w:rPr>
          <w:color w:val="000000" w:themeColor="text1"/>
        </w:rPr>
        <w:t xml:space="preserve"> meetings and other relevant gatherings. </w:t>
      </w:r>
    </w:p>
    <w:p w14:paraId="6053A2C7" w14:textId="7F4ADC23" w:rsidR="00DB4593" w:rsidRPr="005B37D9" w:rsidRDefault="69D21913" w:rsidP="413EB454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00000" w:themeColor="text1"/>
        </w:rPr>
      </w:pPr>
      <w:r w:rsidRPr="413EB454">
        <w:rPr>
          <w:color w:val="000000" w:themeColor="text1"/>
        </w:rPr>
        <w:t xml:space="preserve">Establish connections with nearby hospitals to </w:t>
      </w:r>
      <w:bookmarkStart w:id="7" w:name="_Int_s4k4bYlO"/>
      <w:r w:rsidRPr="413EB454">
        <w:rPr>
          <w:color w:val="000000" w:themeColor="text1"/>
        </w:rPr>
        <w:t>facilitate</w:t>
      </w:r>
      <w:bookmarkEnd w:id="7"/>
      <w:r w:rsidRPr="413EB454">
        <w:rPr>
          <w:color w:val="000000" w:themeColor="text1"/>
        </w:rPr>
        <w:t xml:space="preserve"> excellent fieldwork opportunities and professional collaborations. </w:t>
      </w:r>
    </w:p>
    <w:p w14:paraId="706B5678" w14:textId="0384A568" w:rsidR="00D1487E" w:rsidRPr="00D1487E" w:rsidRDefault="69D21913" w:rsidP="00D1487E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color w:val="000000" w:themeColor="text1"/>
        </w:rPr>
      </w:pPr>
      <w:r w:rsidRPr="413EB454">
        <w:rPr>
          <w:color w:val="000000" w:themeColor="text1"/>
        </w:rPr>
        <w:t xml:space="preserve">Stay informed about state and federal legislative updates </w:t>
      </w:r>
      <w:r w:rsidR="7520E88F" w:rsidRPr="413EB454">
        <w:rPr>
          <w:color w:val="000000" w:themeColor="text1"/>
        </w:rPr>
        <w:t>affecting</w:t>
      </w:r>
      <w:r w:rsidRPr="413EB454">
        <w:rPr>
          <w:color w:val="000000" w:themeColor="text1"/>
        </w:rPr>
        <w:t xml:space="preserve"> the program.</w:t>
      </w:r>
    </w:p>
    <w:p w14:paraId="4BDE0072" w14:textId="53C0EC34" w:rsidR="00DB4593" w:rsidRPr="005B37D9" w:rsidRDefault="00DB4593" w:rsidP="413EB454">
      <w:pPr>
        <w:shd w:val="clear" w:color="auto" w:fill="FFFFFF" w:themeFill="background1"/>
        <w:spacing w:after="0"/>
        <w:rPr>
          <w:color w:val="000000" w:themeColor="text1"/>
        </w:rPr>
      </w:pPr>
    </w:p>
    <w:p w14:paraId="6A766F25" w14:textId="1011106F" w:rsidR="00DB4593" w:rsidRPr="005B37D9" w:rsidRDefault="6DBE1229" w:rsidP="413EB454">
      <w:pPr>
        <w:pStyle w:val="Heading2"/>
        <w:rPr>
          <w:rFonts w:ascii="Cambria" w:eastAsia="Cambria" w:hAnsi="Cambria" w:cs="Cambria"/>
          <w:color w:val="262626" w:themeColor="text2" w:themeShade="80"/>
          <w:sz w:val="22"/>
          <w:szCs w:val="22"/>
        </w:rPr>
      </w:pPr>
      <w:r w:rsidRPr="413EB454">
        <w:rPr>
          <w:rFonts w:ascii="Cambria" w:eastAsia="Cambria" w:hAnsi="Cambria" w:cs="Cambria"/>
          <w:color w:val="262626" w:themeColor="text2" w:themeShade="80"/>
          <w:sz w:val="22"/>
          <w:szCs w:val="22"/>
        </w:rPr>
        <w:t xml:space="preserve">ADJUNCT FACULTY-HEALTH SCIENCES| LAKELAND COMMUNITY COLLEGE | JAN 2019 – </w:t>
      </w:r>
      <w:r w:rsidR="579CB7F2" w:rsidRPr="413EB454">
        <w:rPr>
          <w:rFonts w:ascii="Cambria" w:eastAsia="Cambria" w:hAnsi="Cambria" w:cs="Cambria"/>
          <w:color w:val="262626" w:themeColor="text2" w:themeShade="80"/>
          <w:sz w:val="22"/>
          <w:szCs w:val="22"/>
        </w:rPr>
        <w:t>JUL 2023</w:t>
      </w:r>
    </w:p>
    <w:p w14:paraId="22CF32BF" w14:textId="3A18C8AE" w:rsidR="79170100" w:rsidRDefault="79170100" w:rsidP="413EB454">
      <w:pPr>
        <w:pStyle w:val="Heading2"/>
        <w:rPr>
          <w:sz w:val="22"/>
          <w:szCs w:val="22"/>
        </w:rPr>
      </w:pPr>
      <w:r w:rsidRPr="413EB454">
        <w:rPr>
          <w:sz w:val="22"/>
          <w:szCs w:val="22"/>
        </w:rPr>
        <w:t>Adjunct Faculty-Health Sciences| Cuyahoga Community college | Jan 2020 – May 2022</w:t>
      </w:r>
    </w:p>
    <w:p w14:paraId="2CD1F874" w14:textId="78F3D760" w:rsidR="00DB4593" w:rsidRPr="005B37D9" w:rsidRDefault="6DBE1229" w:rsidP="01D1CD3C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Prepare</w:t>
      </w:r>
      <w:r w:rsidR="4BD3AB22" w:rsidRPr="413EB454">
        <w:rPr>
          <w:rFonts w:ascii="Cambria" w:eastAsia="Cambria" w:hAnsi="Cambria" w:cs="Cambria"/>
        </w:rPr>
        <w:t>d</w:t>
      </w:r>
      <w:r w:rsidRPr="413EB454">
        <w:rPr>
          <w:rFonts w:ascii="Cambria" w:eastAsia="Cambria" w:hAnsi="Cambria" w:cs="Cambria"/>
        </w:rPr>
        <w:t xml:space="preserve"> and implement</w:t>
      </w:r>
      <w:r w:rsidR="53937BCA" w:rsidRPr="413EB454">
        <w:rPr>
          <w:rFonts w:ascii="Cambria" w:eastAsia="Cambria" w:hAnsi="Cambria" w:cs="Cambria"/>
        </w:rPr>
        <w:t>ed</w:t>
      </w:r>
      <w:r w:rsidRPr="413EB454">
        <w:rPr>
          <w:rFonts w:ascii="Cambria" w:eastAsia="Cambria" w:hAnsi="Cambria" w:cs="Cambria"/>
        </w:rPr>
        <w:t xml:space="preserve"> laboratory activities per NAACLS learning </w:t>
      </w:r>
      <w:bookmarkStart w:id="8" w:name="_Int_kDfHLemt"/>
      <w:r w:rsidRPr="413EB454">
        <w:rPr>
          <w:rFonts w:ascii="Cambria" w:eastAsia="Cambria" w:hAnsi="Cambria" w:cs="Cambria"/>
        </w:rPr>
        <w:t>objectives</w:t>
      </w:r>
      <w:bookmarkEnd w:id="8"/>
      <w:r w:rsidRPr="413EB454">
        <w:rPr>
          <w:rFonts w:ascii="Cambria" w:eastAsia="Cambria" w:hAnsi="Cambria" w:cs="Cambria"/>
        </w:rPr>
        <w:t>.</w:t>
      </w:r>
    </w:p>
    <w:p w14:paraId="25C911CA" w14:textId="5420E2C0" w:rsidR="00DB4593" w:rsidRPr="005B37D9" w:rsidRDefault="6DBE1229" w:rsidP="01D1CD3C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Prepare</w:t>
      </w:r>
      <w:r w:rsidR="43D1F38E" w:rsidRPr="413EB454">
        <w:rPr>
          <w:rFonts w:ascii="Cambria" w:eastAsia="Cambria" w:hAnsi="Cambria" w:cs="Cambria"/>
        </w:rPr>
        <w:t>d</w:t>
      </w:r>
      <w:r w:rsidRPr="413EB454">
        <w:rPr>
          <w:rFonts w:ascii="Cambria" w:eastAsia="Cambria" w:hAnsi="Cambria" w:cs="Cambria"/>
        </w:rPr>
        <w:t xml:space="preserve"> and delive</w:t>
      </w:r>
      <w:r w:rsidR="396D962E" w:rsidRPr="413EB454">
        <w:rPr>
          <w:rFonts w:ascii="Cambria" w:eastAsia="Cambria" w:hAnsi="Cambria" w:cs="Cambria"/>
        </w:rPr>
        <w:t>red</w:t>
      </w:r>
      <w:r w:rsidRPr="413EB454">
        <w:rPr>
          <w:rFonts w:ascii="Cambria" w:eastAsia="Cambria" w:hAnsi="Cambria" w:cs="Cambria"/>
        </w:rPr>
        <w:t xml:space="preserve"> interactive learning modules for students enrolled in </w:t>
      </w:r>
      <w:r w:rsidR="05ED5239" w:rsidRPr="413EB454">
        <w:rPr>
          <w:rFonts w:ascii="Cambria" w:eastAsia="Cambria" w:hAnsi="Cambria" w:cs="Cambria"/>
        </w:rPr>
        <w:t xml:space="preserve">various </w:t>
      </w:r>
      <w:r w:rsidR="513DE74D" w:rsidRPr="413EB454">
        <w:rPr>
          <w:rFonts w:ascii="Cambria" w:eastAsia="Cambria" w:hAnsi="Cambria" w:cs="Cambria"/>
        </w:rPr>
        <w:t xml:space="preserve">health science </w:t>
      </w:r>
      <w:r w:rsidRPr="413EB454">
        <w:rPr>
          <w:rFonts w:ascii="Cambria" w:eastAsia="Cambria" w:hAnsi="Cambria" w:cs="Cambria"/>
        </w:rPr>
        <w:t>courses designed to break down technical concepts to introductory-level students.</w:t>
      </w:r>
    </w:p>
    <w:p w14:paraId="4FB10C1B" w14:textId="0830B0ED" w:rsidR="00DB4593" w:rsidRPr="005B37D9" w:rsidRDefault="6DBE1229" w:rsidP="01D1CD3C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Demonstrate</w:t>
      </w:r>
      <w:r w:rsidR="5136218E" w:rsidRPr="413EB454">
        <w:rPr>
          <w:rFonts w:ascii="Cambria" w:eastAsia="Cambria" w:hAnsi="Cambria" w:cs="Cambria"/>
        </w:rPr>
        <w:t xml:space="preserve">d </w:t>
      </w:r>
      <w:r w:rsidRPr="413EB454">
        <w:rPr>
          <w:rFonts w:ascii="Cambria" w:eastAsia="Cambria" w:hAnsi="Cambria" w:cs="Cambria"/>
        </w:rPr>
        <w:t>and coache</w:t>
      </w:r>
      <w:r w:rsidR="20D7CE26" w:rsidRPr="413EB454">
        <w:rPr>
          <w:rFonts w:ascii="Cambria" w:eastAsia="Cambria" w:hAnsi="Cambria" w:cs="Cambria"/>
        </w:rPr>
        <w:t>d</w:t>
      </w:r>
      <w:r w:rsidRPr="413EB454">
        <w:rPr>
          <w:rFonts w:ascii="Cambria" w:eastAsia="Cambria" w:hAnsi="Cambria" w:cs="Cambria"/>
        </w:rPr>
        <w:t xml:space="preserve"> students on </w:t>
      </w:r>
      <w:r w:rsidR="360F4F95" w:rsidRPr="413EB454">
        <w:rPr>
          <w:rFonts w:ascii="Cambria" w:eastAsia="Cambria" w:hAnsi="Cambria" w:cs="Cambria"/>
        </w:rPr>
        <w:t xml:space="preserve">proper </w:t>
      </w:r>
      <w:bookmarkStart w:id="9" w:name="_Int_XrKxWuAp"/>
      <w:r w:rsidRPr="413EB454">
        <w:rPr>
          <w:rFonts w:ascii="Cambria" w:eastAsia="Cambria" w:hAnsi="Cambria" w:cs="Cambria"/>
        </w:rPr>
        <w:t>methodology</w:t>
      </w:r>
      <w:bookmarkEnd w:id="9"/>
      <w:r w:rsidRPr="413EB454">
        <w:rPr>
          <w:rFonts w:ascii="Cambria" w:eastAsia="Cambria" w:hAnsi="Cambria" w:cs="Cambria"/>
        </w:rPr>
        <w:t>, application, and interpretation of fundamental laboratory techniques</w:t>
      </w:r>
      <w:r w:rsidR="17FE649A" w:rsidRPr="413EB454">
        <w:rPr>
          <w:rFonts w:ascii="Cambria" w:eastAsia="Cambria" w:hAnsi="Cambria" w:cs="Cambria"/>
        </w:rPr>
        <w:t>.</w:t>
      </w:r>
    </w:p>
    <w:p w14:paraId="73751E2D" w14:textId="6F903338" w:rsidR="00DB4593" w:rsidRPr="005B37D9" w:rsidRDefault="6DBE1229" w:rsidP="01D1CD3C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Train</w:t>
      </w:r>
      <w:r w:rsidR="2CE712E4" w:rsidRPr="413EB454">
        <w:rPr>
          <w:rFonts w:ascii="Cambria" w:eastAsia="Cambria" w:hAnsi="Cambria" w:cs="Cambria"/>
        </w:rPr>
        <w:t>ed</w:t>
      </w:r>
      <w:r w:rsidRPr="413EB454">
        <w:rPr>
          <w:rFonts w:ascii="Cambria" w:eastAsia="Cambria" w:hAnsi="Cambria" w:cs="Cambria"/>
        </w:rPr>
        <w:t xml:space="preserve"> students on safety and quality procedures related to laboratory conduct and </w:t>
      </w:r>
      <w:r w:rsidR="2979AE7A" w:rsidRPr="413EB454">
        <w:rPr>
          <w:rFonts w:ascii="Cambria" w:eastAsia="Cambria" w:hAnsi="Cambria" w:cs="Cambria"/>
        </w:rPr>
        <w:t>ensured</w:t>
      </w:r>
      <w:r w:rsidRPr="413EB454">
        <w:rPr>
          <w:rFonts w:ascii="Cambria" w:eastAsia="Cambria" w:hAnsi="Cambria" w:cs="Cambria"/>
        </w:rPr>
        <w:t xml:space="preserve"> that safety practices are adhered to during class sessions</w:t>
      </w:r>
      <w:r w:rsidR="0A00683D" w:rsidRPr="413EB454">
        <w:rPr>
          <w:rFonts w:ascii="Cambria" w:eastAsia="Cambria" w:hAnsi="Cambria" w:cs="Cambria"/>
        </w:rPr>
        <w:t>.</w:t>
      </w:r>
    </w:p>
    <w:p w14:paraId="4F42A97B" w14:textId="3B00B47B" w:rsidR="00DB4593" w:rsidRPr="005B37D9" w:rsidRDefault="6DBE1229" w:rsidP="01D1CD3C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Grade</w:t>
      </w:r>
      <w:r w:rsidR="42668B80" w:rsidRPr="413EB454">
        <w:rPr>
          <w:rFonts w:ascii="Cambria" w:eastAsia="Cambria" w:hAnsi="Cambria" w:cs="Cambria"/>
        </w:rPr>
        <w:t>d</w:t>
      </w:r>
      <w:r w:rsidRPr="413EB454">
        <w:rPr>
          <w:rFonts w:ascii="Cambria" w:eastAsia="Cambria" w:hAnsi="Cambria" w:cs="Cambria"/>
        </w:rPr>
        <w:t xml:space="preserve"> </w:t>
      </w:r>
      <w:r w:rsidR="1E64FAFE" w:rsidRPr="413EB454">
        <w:rPr>
          <w:rFonts w:ascii="Cambria" w:eastAsia="Cambria" w:hAnsi="Cambria" w:cs="Cambria"/>
        </w:rPr>
        <w:t>student assessments</w:t>
      </w:r>
      <w:r w:rsidRPr="413EB454">
        <w:rPr>
          <w:rFonts w:ascii="Cambria" w:eastAsia="Cambria" w:hAnsi="Cambria" w:cs="Cambria"/>
        </w:rPr>
        <w:t xml:space="preserve"> and provides comprehensive feedback to support student learning</w:t>
      </w:r>
      <w:r w:rsidR="7B0137F9" w:rsidRPr="413EB454">
        <w:rPr>
          <w:rFonts w:ascii="Cambria" w:eastAsia="Cambria" w:hAnsi="Cambria" w:cs="Cambria"/>
        </w:rPr>
        <w:t>.</w:t>
      </w:r>
    </w:p>
    <w:p w14:paraId="3613A9AF" w14:textId="4E2CC2E6" w:rsidR="00DB4593" w:rsidRPr="005B37D9" w:rsidRDefault="6DBE1229" w:rsidP="01D1CD3C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Evaluat</w:t>
      </w:r>
      <w:r w:rsidR="6ABDF81A" w:rsidRPr="413EB454">
        <w:rPr>
          <w:rFonts w:ascii="Cambria" w:eastAsia="Cambria" w:hAnsi="Cambria" w:cs="Cambria"/>
        </w:rPr>
        <w:t>ed</w:t>
      </w:r>
      <w:r w:rsidRPr="413EB454">
        <w:rPr>
          <w:rFonts w:ascii="Cambria" w:eastAsia="Cambria" w:hAnsi="Cambria" w:cs="Cambria"/>
        </w:rPr>
        <w:t xml:space="preserve"> students to </w:t>
      </w:r>
      <w:bookmarkStart w:id="10" w:name="_Int_wodojiWO"/>
      <w:r w:rsidRPr="413EB454">
        <w:rPr>
          <w:rFonts w:ascii="Cambria" w:eastAsia="Cambria" w:hAnsi="Cambria" w:cs="Cambria"/>
        </w:rPr>
        <w:t>determine</w:t>
      </w:r>
      <w:bookmarkEnd w:id="10"/>
      <w:r w:rsidRPr="413EB454">
        <w:rPr>
          <w:rFonts w:ascii="Cambria" w:eastAsia="Cambria" w:hAnsi="Cambria" w:cs="Cambria"/>
        </w:rPr>
        <w:t xml:space="preserve"> progress toward course goals and </w:t>
      </w:r>
      <w:bookmarkStart w:id="11" w:name="_Int_Zz6RJM7l"/>
      <w:r w:rsidRPr="413EB454">
        <w:rPr>
          <w:rFonts w:ascii="Cambria" w:eastAsia="Cambria" w:hAnsi="Cambria" w:cs="Cambria"/>
        </w:rPr>
        <w:t>objectives</w:t>
      </w:r>
      <w:bookmarkEnd w:id="11"/>
      <w:r w:rsidRPr="413EB454">
        <w:rPr>
          <w:rFonts w:ascii="Cambria" w:eastAsia="Cambria" w:hAnsi="Cambria" w:cs="Cambria"/>
        </w:rPr>
        <w:t>.</w:t>
      </w:r>
      <w:r>
        <w:t xml:space="preserve"> </w:t>
      </w:r>
    </w:p>
    <w:p w14:paraId="47756D6D" w14:textId="4052B6D1" w:rsidR="00FB601C" w:rsidRPr="00FB601C" w:rsidRDefault="51552826" w:rsidP="413EB454">
      <w:pPr>
        <w:pStyle w:val="ListParagraph"/>
        <w:numPr>
          <w:ilvl w:val="0"/>
          <w:numId w:val="7"/>
        </w:numPr>
        <w:rPr>
          <w:rFonts w:ascii="Cambria" w:eastAsia="Cambria" w:hAnsi="Cambria" w:cs="Cambria"/>
        </w:rPr>
      </w:pPr>
      <w:r w:rsidRPr="413EB454">
        <w:rPr>
          <w:rFonts w:ascii="Cambria" w:eastAsia="Cambria" w:hAnsi="Cambria" w:cs="Cambria"/>
        </w:rPr>
        <w:t>Collaborate</w:t>
      </w:r>
      <w:r w:rsidR="62A14184" w:rsidRPr="413EB454">
        <w:rPr>
          <w:rFonts w:ascii="Cambria" w:eastAsia="Cambria" w:hAnsi="Cambria" w:cs="Cambria"/>
        </w:rPr>
        <w:t>d</w:t>
      </w:r>
      <w:r w:rsidRPr="413EB454">
        <w:rPr>
          <w:rFonts w:ascii="Cambria" w:eastAsia="Cambria" w:hAnsi="Cambria" w:cs="Cambria"/>
        </w:rPr>
        <w:t xml:space="preserve"> with other faculty members to support student success.</w:t>
      </w:r>
    </w:p>
    <w:p w14:paraId="2909CFB8" w14:textId="6B0C9D19" w:rsidR="00FE1ADC" w:rsidRPr="004B3105" w:rsidRDefault="4722BF96" w:rsidP="00FE2C5B">
      <w:pPr>
        <w:pStyle w:val="Heading1"/>
      </w:pPr>
      <w:r>
        <w:t xml:space="preserve">CLINICAL LABORATORY </w:t>
      </w:r>
      <w:r w:rsidR="00FE2C5B">
        <w:t>EXPERIENCE</w:t>
      </w:r>
    </w:p>
    <w:p w14:paraId="6BC62C50" w14:textId="4505F6A2" w:rsidR="00ED5CBE" w:rsidRPr="005B37D9" w:rsidRDefault="00ED5CBE" w:rsidP="00ED5CBE">
      <w:pPr>
        <w:pStyle w:val="Heading2"/>
        <w:rPr>
          <w:sz w:val="22"/>
          <w:szCs w:val="22"/>
        </w:rPr>
      </w:pPr>
      <w:r w:rsidRPr="413EB454">
        <w:rPr>
          <w:sz w:val="22"/>
          <w:szCs w:val="22"/>
        </w:rPr>
        <w:t xml:space="preserve">Medical laboratory scientist| metrohealth medical center | apr 2013 – </w:t>
      </w:r>
      <w:r w:rsidR="005B37D9" w:rsidRPr="413EB454">
        <w:rPr>
          <w:sz w:val="22"/>
          <w:szCs w:val="22"/>
        </w:rPr>
        <w:t>NOV 20</w:t>
      </w:r>
      <w:r w:rsidR="27EC4E48" w:rsidRPr="413EB454">
        <w:rPr>
          <w:sz w:val="22"/>
          <w:szCs w:val="22"/>
        </w:rPr>
        <w:t>20</w:t>
      </w:r>
    </w:p>
    <w:p w14:paraId="2C9EECFA" w14:textId="3AA04612" w:rsidR="00ED5CBE" w:rsidRDefault="00EA2AA0" w:rsidP="00ED5CBE">
      <w:pPr>
        <w:pStyle w:val="ListParagraph"/>
        <w:numPr>
          <w:ilvl w:val="0"/>
          <w:numId w:val="36"/>
        </w:numPr>
      </w:pPr>
      <w:r>
        <w:t>Six</w:t>
      </w:r>
      <w:r w:rsidR="00ED5CBE">
        <w:t xml:space="preserve"> years Chemistry Technologist in Core Laboratory</w:t>
      </w:r>
      <w:r w:rsidR="00DB4593">
        <w:t>.</w:t>
      </w:r>
    </w:p>
    <w:p w14:paraId="67F60CA8" w14:textId="2559C87E" w:rsidR="00ED5CBE" w:rsidRDefault="110F6B88" w:rsidP="00ED5CBE">
      <w:pPr>
        <w:pStyle w:val="ListParagraph"/>
        <w:numPr>
          <w:ilvl w:val="0"/>
          <w:numId w:val="36"/>
        </w:numPr>
      </w:pPr>
      <w:r>
        <w:t>Volunteered</w:t>
      </w:r>
      <w:r w:rsidR="00ED5CBE">
        <w:t xml:space="preserve"> as a Team STEPPS trainer for pathology department</w:t>
      </w:r>
      <w:r w:rsidR="00DB4593">
        <w:t>.</w:t>
      </w:r>
    </w:p>
    <w:p w14:paraId="249FA55C" w14:textId="71109413" w:rsidR="009C58A8" w:rsidRDefault="0077358F" w:rsidP="00ED5CBE">
      <w:pPr>
        <w:pStyle w:val="ListParagraph"/>
        <w:numPr>
          <w:ilvl w:val="0"/>
          <w:numId w:val="36"/>
        </w:numPr>
      </w:pPr>
      <w:bookmarkStart w:id="12" w:name="_Int_O4mHbXnT"/>
      <w:r>
        <w:t>Performed routine a</w:t>
      </w:r>
      <w:r w:rsidR="731813BD">
        <w:t>n</w:t>
      </w:r>
      <w:r>
        <w:t xml:space="preserve">d </w:t>
      </w:r>
      <w:r w:rsidR="5B74DBBD">
        <w:t>STAT</w:t>
      </w:r>
      <w:r>
        <w:t xml:space="preserve"> testing on a variety of specimens quickly and accurately</w:t>
      </w:r>
      <w:r w:rsidR="245789BC">
        <w:t>.</w:t>
      </w:r>
      <w:bookmarkEnd w:id="12"/>
    </w:p>
    <w:p w14:paraId="1B07A6F5" w14:textId="7000E640" w:rsidR="0077358F" w:rsidRDefault="0077358F" w:rsidP="00ED5CBE">
      <w:pPr>
        <w:pStyle w:val="ListParagraph"/>
        <w:numPr>
          <w:ilvl w:val="0"/>
          <w:numId w:val="36"/>
        </w:numPr>
      </w:pPr>
      <w:r>
        <w:t>Operated an assortment of laboratory equipment a</w:t>
      </w:r>
      <w:r w:rsidR="00BE00FB">
        <w:t>n</w:t>
      </w:r>
      <w:r>
        <w:t>d performed various chemical,</w:t>
      </w:r>
      <w:r w:rsidR="00AE5A87">
        <w:t xml:space="preserve"> microscopic and bacteriological </w:t>
      </w:r>
      <w:r w:rsidR="001D6E4B">
        <w:t>tests with careful and meticulous attention to detail</w:t>
      </w:r>
      <w:r w:rsidR="797EAA21">
        <w:t>.</w:t>
      </w:r>
    </w:p>
    <w:p w14:paraId="15039792" w14:textId="6BE5A8D2" w:rsidR="001D6E4B" w:rsidRDefault="001D6E4B" w:rsidP="00ED5CBE">
      <w:pPr>
        <w:pStyle w:val="ListParagraph"/>
        <w:numPr>
          <w:ilvl w:val="0"/>
          <w:numId w:val="36"/>
        </w:numPr>
      </w:pPr>
      <w:r>
        <w:lastRenderedPageBreak/>
        <w:t>Communicated test results to physicians and nursing staff</w:t>
      </w:r>
      <w:r w:rsidR="000C2C62">
        <w:t xml:space="preserve"> </w:t>
      </w:r>
      <w:r w:rsidR="00BE00FB">
        <w:t>to</w:t>
      </w:r>
      <w:r w:rsidR="000C2C62">
        <w:t xml:space="preserve"> provide excellent </w:t>
      </w:r>
      <w:r w:rsidR="0670B8B4">
        <w:t xml:space="preserve">patient </w:t>
      </w:r>
      <w:r w:rsidR="000C2C62">
        <w:t>care</w:t>
      </w:r>
      <w:r w:rsidR="4B03F2A2">
        <w:t>.</w:t>
      </w:r>
    </w:p>
    <w:p w14:paraId="51A4EEAA" w14:textId="01E37D59" w:rsidR="000C2C62" w:rsidRPr="00386BD8" w:rsidRDefault="000C2C62" w:rsidP="00ED5CBE">
      <w:pPr>
        <w:pStyle w:val="ListParagraph"/>
        <w:numPr>
          <w:ilvl w:val="0"/>
          <w:numId w:val="36"/>
        </w:numPr>
      </w:pPr>
      <w:r>
        <w:t xml:space="preserve">Maintained lab equipment </w:t>
      </w:r>
      <w:r w:rsidR="7FE54085">
        <w:t xml:space="preserve">and documentation </w:t>
      </w:r>
      <w:r>
        <w:t xml:space="preserve">and </w:t>
      </w:r>
      <w:r w:rsidR="00414F01">
        <w:t>analyzed problems to resolve issues correctly</w:t>
      </w:r>
      <w:r w:rsidR="316C95B0">
        <w:t xml:space="preserve"> and expediently.</w:t>
      </w:r>
    </w:p>
    <w:p w14:paraId="001EF38E" w14:textId="30D71100" w:rsidR="001B29CF" w:rsidRPr="005B37D9" w:rsidRDefault="00386BD8" w:rsidP="00981440">
      <w:pPr>
        <w:pStyle w:val="Heading2"/>
        <w:rPr>
          <w:sz w:val="22"/>
          <w:szCs w:val="22"/>
        </w:rPr>
      </w:pPr>
      <w:r w:rsidRPr="005B37D9">
        <w:rPr>
          <w:sz w:val="22"/>
          <w:szCs w:val="22"/>
        </w:rPr>
        <w:t>medical laboratory scientist</w:t>
      </w:r>
      <w:r w:rsidR="009D5933" w:rsidRPr="005B37D9">
        <w:rPr>
          <w:sz w:val="22"/>
          <w:szCs w:val="22"/>
        </w:rPr>
        <w:t> | </w:t>
      </w:r>
      <w:r w:rsidRPr="005B37D9">
        <w:rPr>
          <w:sz w:val="22"/>
          <w:szCs w:val="22"/>
        </w:rPr>
        <w:t>emh regional medical center</w:t>
      </w:r>
      <w:r w:rsidR="009D5933" w:rsidRPr="005B37D9">
        <w:rPr>
          <w:sz w:val="22"/>
          <w:szCs w:val="22"/>
        </w:rPr>
        <w:t> | </w:t>
      </w:r>
      <w:r w:rsidRPr="005B37D9">
        <w:rPr>
          <w:sz w:val="22"/>
          <w:szCs w:val="22"/>
        </w:rPr>
        <w:t>dec 2007- apr</w:t>
      </w:r>
      <w:r w:rsidR="005B37D9" w:rsidRPr="005B37D9">
        <w:rPr>
          <w:sz w:val="22"/>
          <w:szCs w:val="22"/>
        </w:rPr>
        <w:t xml:space="preserve"> </w:t>
      </w:r>
      <w:r w:rsidRPr="005B37D9">
        <w:rPr>
          <w:sz w:val="22"/>
          <w:szCs w:val="22"/>
        </w:rPr>
        <w:t>2013</w:t>
      </w:r>
    </w:p>
    <w:p w14:paraId="3E724C41" w14:textId="7E4E13DD" w:rsidR="00386BD8" w:rsidRDefault="00EA2AA0" w:rsidP="00981440">
      <w:pPr>
        <w:pStyle w:val="ListParagraph"/>
        <w:numPr>
          <w:ilvl w:val="0"/>
          <w:numId w:val="37"/>
        </w:numPr>
      </w:pPr>
      <w:r>
        <w:t xml:space="preserve">Five </w:t>
      </w:r>
      <w:r w:rsidR="00AF1495">
        <w:t>years as a third shift generalist working without supervision</w:t>
      </w:r>
      <w:r w:rsidR="00A67AB5">
        <w:t xml:space="preserve"> and serving as Tech-In-</w:t>
      </w:r>
      <w:r w:rsidR="00AF1495">
        <w:t>Charge</w:t>
      </w:r>
      <w:r w:rsidR="7061DE20">
        <w:t>.</w:t>
      </w:r>
    </w:p>
    <w:p w14:paraId="41E41FE6" w14:textId="29BA5EAA" w:rsidR="00AF1495" w:rsidRDefault="00EA2AA0" w:rsidP="00981440">
      <w:pPr>
        <w:pStyle w:val="ListParagraph"/>
        <w:numPr>
          <w:ilvl w:val="0"/>
          <w:numId w:val="37"/>
        </w:numPr>
      </w:pPr>
      <w:r>
        <w:t>Two</w:t>
      </w:r>
      <w:r w:rsidR="00AF1495">
        <w:t xml:space="preserve"> years as a </w:t>
      </w:r>
      <w:r w:rsidR="007B1F3D">
        <w:t>hematologist</w:t>
      </w:r>
      <w:r w:rsidR="00AF1495">
        <w:t xml:space="preserve"> and blood bank technologist</w:t>
      </w:r>
      <w:r w:rsidR="00DB4593">
        <w:t>.</w:t>
      </w:r>
    </w:p>
    <w:p w14:paraId="47E788A8" w14:textId="7E6B3811" w:rsidR="00AF1495" w:rsidRDefault="00AF1495" w:rsidP="005B37D9">
      <w:pPr>
        <w:pStyle w:val="ListParagraph"/>
        <w:numPr>
          <w:ilvl w:val="0"/>
          <w:numId w:val="37"/>
        </w:numPr>
        <w:spacing w:after="0"/>
      </w:pPr>
      <w:r>
        <w:t>Served on Lean Six Sigma committees to decrease turn-around times and laboratory waste while increasing patient safety and s</w:t>
      </w:r>
      <w:r w:rsidR="007F6D24">
        <w:t>atisfaction</w:t>
      </w:r>
      <w:r w:rsidR="00DB4593">
        <w:t>.</w:t>
      </w:r>
    </w:p>
    <w:p w14:paraId="6BCB3334" w14:textId="79643861" w:rsidR="00FE2C5B" w:rsidRDefault="00FE2C5B" w:rsidP="00FE2C5B">
      <w:pPr>
        <w:pStyle w:val="Heading1"/>
      </w:pPr>
      <w:r>
        <w:t>CERTIFICATIONS</w:t>
      </w:r>
    </w:p>
    <w:p w14:paraId="3D93085F" w14:textId="447BC7E8" w:rsidR="00140D57" w:rsidRPr="00140D57" w:rsidRDefault="00140D57" w:rsidP="01D1CD3C">
      <w:pPr>
        <w:pStyle w:val="ListParagraph"/>
        <w:numPr>
          <w:ilvl w:val="0"/>
          <w:numId w:val="42"/>
        </w:numPr>
      </w:pPr>
      <w:r>
        <w:t>Medical Laboratory Scientist</w:t>
      </w:r>
      <w:r w:rsidR="704CAA97">
        <w:t>,</w:t>
      </w:r>
      <w:r w:rsidR="4FB450B9">
        <w:t xml:space="preserve"> </w:t>
      </w:r>
      <w:r w:rsidR="00516201">
        <w:t>American Society for Clinical Pathology</w:t>
      </w:r>
      <w:r w:rsidR="28034093">
        <w:t>, 2009</w:t>
      </w:r>
    </w:p>
    <w:p w14:paraId="39A3E068" w14:textId="4DCDCA7A" w:rsidR="28034093" w:rsidRDefault="28034093" w:rsidP="01D1CD3C">
      <w:pPr>
        <w:pStyle w:val="ListParagraph"/>
        <w:numPr>
          <w:ilvl w:val="0"/>
          <w:numId w:val="42"/>
        </w:numPr>
      </w:pPr>
      <w:r>
        <w:t>Medical Laboratory Technician, American Society for Clinical Pathology, 2005</w:t>
      </w:r>
    </w:p>
    <w:p w14:paraId="3D1FB8DF" w14:textId="11922599" w:rsidR="6548016D" w:rsidRDefault="6548016D" w:rsidP="413EB454">
      <w:pPr>
        <w:pStyle w:val="ListParagraph"/>
        <w:numPr>
          <w:ilvl w:val="0"/>
          <w:numId w:val="42"/>
        </w:numPr>
      </w:pPr>
      <w:r>
        <w:t>Specialist in Blood Banking</w:t>
      </w:r>
      <w:r w:rsidR="030EA0F4">
        <w:t>, American Society for Clinical Pathology, Expected 2024</w:t>
      </w:r>
    </w:p>
    <w:p w14:paraId="7252DAA2" w14:textId="77777777" w:rsidR="00B836CA" w:rsidRDefault="00B836CA" w:rsidP="00B836CA">
      <w:pPr>
        <w:pStyle w:val="ListParagraph"/>
        <w:spacing w:after="0"/>
      </w:pPr>
    </w:p>
    <w:p w14:paraId="3C2CAAB8" w14:textId="4CFD3168" w:rsidR="00B8091C" w:rsidRDefault="008F5BCB" w:rsidP="00B836CA">
      <w:pPr>
        <w:pStyle w:val="Heading1"/>
        <w:spacing w:before="0" w:after="0"/>
      </w:pPr>
      <w:r>
        <w:t>EDUCATION</w:t>
      </w:r>
    </w:p>
    <w:p w14:paraId="189D4DA7" w14:textId="33F90C60" w:rsidR="00363EA5" w:rsidRPr="002C1180" w:rsidRDefault="00363EA5" w:rsidP="01D1CD3C">
      <w:pPr>
        <w:pStyle w:val="Heading2"/>
        <w:rPr>
          <w:color w:val="auto"/>
          <w:sz w:val="22"/>
          <w:szCs w:val="22"/>
        </w:rPr>
      </w:pPr>
      <w:r w:rsidRPr="01D1CD3C">
        <w:rPr>
          <w:color w:val="auto"/>
          <w:sz w:val="22"/>
          <w:szCs w:val="22"/>
        </w:rPr>
        <w:t>Master of Education |</w:t>
      </w:r>
      <w:r w:rsidR="1AA23091" w:rsidRPr="01D1CD3C">
        <w:rPr>
          <w:color w:val="auto"/>
          <w:sz w:val="22"/>
          <w:szCs w:val="22"/>
        </w:rPr>
        <w:t xml:space="preserve"> </w:t>
      </w:r>
      <w:r w:rsidR="00D9410D" w:rsidRPr="01D1CD3C">
        <w:rPr>
          <w:color w:val="auto"/>
          <w:sz w:val="22"/>
          <w:szCs w:val="22"/>
        </w:rPr>
        <w:t>202</w:t>
      </w:r>
      <w:r w:rsidR="00F24F97" w:rsidRPr="01D1CD3C">
        <w:rPr>
          <w:color w:val="auto"/>
          <w:sz w:val="22"/>
          <w:szCs w:val="22"/>
        </w:rPr>
        <w:t>2</w:t>
      </w:r>
      <w:r w:rsidRPr="01D1CD3C">
        <w:rPr>
          <w:color w:val="auto"/>
          <w:sz w:val="22"/>
          <w:szCs w:val="22"/>
        </w:rPr>
        <w:t> | Cleveland state university</w:t>
      </w:r>
    </w:p>
    <w:p w14:paraId="420C9E06" w14:textId="1D012F66" w:rsidR="00D9410D" w:rsidRDefault="00363EA5" w:rsidP="00363EA5">
      <w:pPr>
        <w:pStyle w:val="ListBullet"/>
        <w:spacing w:line="240" w:lineRule="auto"/>
      </w:pPr>
      <w:r>
        <w:t>Major: Adult Education</w:t>
      </w:r>
      <w:r w:rsidR="6F9A7684">
        <w:t xml:space="preserve"> and Development</w:t>
      </w:r>
    </w:p>
    <w:p w14:paraId="189E2279" w14:textId="4570E42A" w:rsidR="00B8091C" w:rsidRPr="005B37D9" w:rsidRDefault="00B8091C" w:rsidP="00981440">
      <w:pPr>
        <w:pStyle w:val="Heading2"/>
        <w:rPr>
          <w:sz w:val="22"/>
          <w:szCs w:val="22"/>
        </w:rPr>
      </w:pPr>
      <w:r w:rsidRPr="413EB454">
        <w:rPr>
          <w:sz w:val="22"/>
          <w:szCs w:val="22"/>
        </w:rPr>
        <w:t>Bachelor of science | 2002 | </w:t>
      </w:r>
      <w:r w:rsidR="277CD31B" w:rsidRPr="413EB454">
        <w:rPr>
          <w:sz w:val="22"/>
          <w:szCs w:val="22"/>
        </w:rPr>
        <w:t>Kent</w:t>
      </w:r>
      <w:r w:rsidRPr="413EB454">
        <w:rPr>
          <w:sz w:val="22"/>
          <w:szCs w:val="22"/>
        </w:rPr>
        <w:t xml:space="preserve"> state university</w:t>
      </w:r>
    </w:p>
    <w:p w14:paraId="059D3654" w14:textId="0E18ABBF" w:rsidR="00B8091C" w:rsidRDefault="00B8091C" w:rsidP="00981440">
      <w:pPr>
        <w:pStyle w:val="ListBullet"/>
        <w:spacing w:line="240" w:lineRule="auto"/>
      </w:pPr>
      <w:r>
        <w:t>Major: Zoology</w:t>
      </w:r>
      <w:r w:rsidR="00981440">
        <w:t xml:space="preserve"> </w:t>
      </w:r>
    </w:p>
    <w:p w14:paraId="7B39FB18" w14:textId="5173EA22" w:rsidR="00B8091C" w:rsidRPr="005B37D9" w:rsidRDefault="00B8091C" w:rsidP="00981440">
      <w:pPr>
        <w:pStyle w:val="Heading2"/>
        <w:rPr>
          <w:sz w:val="22"/>
          <w:szCs w:val="22"/>
        </w:rPr>
      </w:pPr>
      <w:r w:rsidRPr="413EB454">
        <w:rPr>
          <w:sz w:val="22"/>
          <w:szCs w:val="22"/>
        </w:rPr>
        <w:t>Associate of applied Science | 2005 | </w:t>
      </w:r>
      <w:r w:rsidR="21163CB7" w:rsidRPr="413EB454">
        <w:rPr>
          <w:sz w:val="22"/>
          <w:szCs w:val="22"/>
        </w:rPr>
        <w:t>Lorain County</w:t>
      </w:r>
      <w:r w:rsidRPr="413EB454">
        <w:rPr>
          <w:sz w:val="22"/>
          <w:szCs w:val="22"/>
        </w:rPr>
        <w:t xml:space="preserve"> community college</w:t>
      </w:r>
    </w:p>
    <w:p w14:paraId="7A62CBF7" w14:textId="77777777" w:rsidR="00B8091C" w:rsidRDefault="00B8091C" w:rsidP="00981440">
      <w:pPr>
        <w:pStyle w:val="ListBullet"/>
        <w:spacing w:line="240" w:lineRule="auto"/>
      </w:pPr>
      <w:r>
        <w:t>Major: Clinical Laboratory Science</w:t>
      </w:r>
    </w:p>
    <w:p w14:paraId="01B8E9DB" w14:textId="77777777" w:rsidR="00351D07" w:rsidRDefault="00351D07" w:rsidP="00351D07">
      <w:pPr>
        <w:pStyle w:val="ListBullet"/>
        <w:numPr>
          <w:ilvl w:val="0"/>
          <w:numId w:val="0"/>
        </w:numPr>
        <w:spacing w:line="240" w:lineRule="auto"/>
        <w:ind w:left="216"/>
      </w:pPr>
    </w:p>
    <w:p w14:paraId="2C1866F6" w14:textId="70005E54" w:rsidR="00351D07" w:rsidRDefault="00351D07" w:rsidP="00351D07">
      <w:pPr>
        <w:pStyle w:val="Heading1"/>
        <w:spacing w:before="0" w:after="0"/>
      </w:pPr>
      <w:r>
        <w:t>MEMBERSHIP</w:t>
      </w:r>
    </w:p>
    <w:p w14:paraId="731CD957" w14:textId="67AA2EE5" w:rsidR="003C0CFC" w:rsidRDefault="003C0CFC" w:rsidP="003C0CFC">
      <w:pPr>
        <w:pStyle w:val="Heading2"/>
        <w:rPr>
          <w:color w:val="auto"/>
          <w:sz w:val="22"/>
          <w:szCs w:val="22"/>
        </w:rPr>
      </w:pPr>
      <w:r w:rsidRPr="413EB454">
        <w:rPr>
          <w:color w:val="auto"/>
          <w:sz w:val="22"/>
          <w:szCs w:val="22"/>
        </w:rPr>
        <w:t xml:space="preserve">American society of clinical </w:t>
      </w:r>
      <w:r w:rsidR="119D1985" w:rsidRPr="413EB454">
        <w:rPr>
          <w:color w:val="auto"/>
          <w:sz w:val="22"/>
          <w:szCs w:val="22"/>
        </w:rPr>
        <w:t>Pathology</w:t>
      </w:r>
    </w:p>
    <w:p w14:paraId="55CA9FFD" w14:textId="77777777" w:rsidR="007B1929" w:rsidRDefault="00F6616E" w:rsidP="413EB454">
      <w:pPr>
        <w:pStyle w:val="Heading3"/>
        <w:shd w:val="clear" w:color="auto" w:fill="FFFFFF" w:themeFill="background1"/>
        <w:spacing w:before="0" w:after="90" w:line="240" w:lineRule="atLeast"/>
        <w:rPr>
          <w:rFonts w:ascii="Open Sans" w:hAnsi="Open Sans" w:cs="Open Sans"/>
          <w:color w:val="333333"/>
          <w:sz w:val="22"/>
          <w:szCs w:val="22"/>
        </w:rPr>
      </w:pPr>
      <w:r w:rsidRPr="413EB454">
        <w:rPr>
          <w:sz w:val="22"/>
          <w:szCs w:val="22"/>
        </w:rPr>
        <w:t>Member number</w:t>
      </w:r>
      <w:r w:rsidR="007431DA" w:rsidRPr="413EB454">
        <w:rPr>
          <w:sz w:val="22"/>
          <w:szCs w:val="22"/>
        </w:rPr>
        <w:t>:</w:t>
      </w:r>
      <w:r w:rsidR="007B1929" w:rsidRPr="413EB454">
        <w:rPr>
          <w:sz w:val="22"/>
          <w:szCs w:val="22"/>
        </w:rPr>
        <w:t xml:space="preserve"> </w:t>
      </w:r>
      <w:r w:rsidR="007B1929" w:rsidRPr="413EB454">
        <w:rPr>
          <w:rFonts w:cs="Open Sans"/>
          <w:color w:val="333333"/>
          <w:sz w:val="22"/>
          <w:szCs w:val="22"/>
        </w:rPr>
        <w:t>04108657</w:t>
      </w:r>
    </w:p>
    <w:p w14:paraId="0C5E2A20" w14:textId="34DF6AAC" w:rsidR="003C0CFC" w:rsidRDefault="02C887B9" w:rsidP="003C0CFC">
      <w:pPr>
        <w:pStyle w:val="Heading2"/>
        <w:rPr>
          <w:color w:val="auto"/>
          <w:sz w:val="22"/>
          <w:szCs w:val="22"/>
        </w:rPr>
      </w:pPr>
      <w:r w:rsidRPr="413EB454">
        <w:rPr>
          <w:color w:val="auto"/>
          <w:sz w:val="22"/>
          <w:szCs w:val="22"/>
        </w:rPr>
        <w:t>American</w:t>
      </w:r>
      <w:r w:rsidR="003C0CFC" w:rsidRPr="413EB454">
        <w:rPr>
          <w:color w:val="auto"/>
          <w:sz w:val="22"/>
          <w:szCs w:val="22"/>
        </w:rPr>
        <w:t xml:space="preserve"> society of </w:t>
      </w:r>
      <w:r w:rsidR="00F6616E" w:rsidRPr="413EB454">
        <w:rPr>
          <w:color w:val="auto"/>
          <w:sz w:val="22"/>
          <w:szCs w:val="22"/>
        </w:rPr>
        <w:t>clinical Laboratory science</w:t>
      </w:r>
    </w:p>
    <w:p w14:paraId="40DC063F" w14:textId="1377AC08" w:rsidR="00906868" w:rsidRPr="00F6616E" w:rsidRDefault="001B72D8" w:rsidP="00F6616E">
      <w:r>
        <w:t>Member number:</w:t>
      </w:r>
      <w:r w:rsidR="00906868">
        <w:t xml:space="preserve"> 2689</w:t>
      </w:r>
      <w:r>
        <w:t>62625</w:t>
      </w:r>
    </w:p>
    <w:p w14:paraId="537883AD" w14:textId="410D9363" w:rsidR="00F6616E" w:rsidRPr="00F6616E" w:rsidRDefault="00F6616E" w:rsidP="00F6616E"/>
    <w:p w14:paraId="6628AF22" w14:textId="1382CE97" w:rsidR="003C0CFC" w:rsidRPr="003C0CFC" w:rsidRDefault="003C0CFC" w:rsidP="003C0CFC">
      <w:pPr>
        <w:pStyle w:val="Heading2"/>
        <w:rPr>
          <w:color w:val="auto"/>
          <w:sz w:val="22"/>
          <w:szCs w:val="22"/>
        </w:rPr>
      </w:pPr>
    </w:p>
    <w:p w14:paraId="22870333" w14:textId="77777777" w:rsidR="00351D07" w:rsidRDefault="00351D07" w:rsidP="00351D07">
      <w:pPr>
        <w:pStyle w:val="ListBullet"/>
        <w:numPr>
          <w:ilvl w:val="0"/>
          <w:numId w:val="0"/>
        </w:numPr>
        <w:spacing w:line="240" w:lineRule="auto"/>
        <w:ind w:left="216"/>
      </w:pPr>
    </w:p>
    <w:sectPr w:rsidR="00351D07" w:rsidSect="007906D4">
      <w:footerReference w:type="default" r:id="rId12"/>
      <w:pgSz w:w="12240" w:h="15840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7002" w14:textId="77777777" w:rsidR="007906D4" w:rsidRDefault="007906D4">
      <w:pPr>
        <w:spacing w:after="0"/>
      </w:pPr>
      <w:r>
        <w:separator/>
      </w:r>
    </w:p>
  </w:endnote>
  <w:endnote w:type="continuationSeparator" w:id="0">
    <w:p w14:paraId="5E8E886C" w14:textId="77777777" w:rsidR="007906D4" w:rsidRDefault="007906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2AF65" w14:textId="66E9368A" w:rsidR="006270A9" w:rsidRDefault="009D5933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8091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8F5D7" w14:textId="77777777" w:rsidR="007906D4" w:rsidRDefault="007906D4">
      <w:pPr>
        <w:spacing w:after="0"/>
      </w:pPr>
      <w:r>
        <w:separator/>
      </w:r>
    </w:p>
  </w:footnote>
  <w:footnote w:type="continuationSeparator" w:id="0">
    <w:p w14:paraId="2A001BF7" w14:textId="77777777" w:rsidR="007906D4" w:rsidRDefault="007906D4">
      <w:pPr>
        <w:spacing w:after="0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58lKsyC4EjkVb" int2:id="yXqqEuhR">
      <int2:state int2:value="Rejected" int2:type="AugLoop_Text_Critique"/>
    </int2:textHash>
    <int2:textHash int2:hashCode="oWQ46E0HoY+nRC" int2:id="Nc4cpgls">
      <int2:state int2:value="Rejected" int2:type="AugLoop_Text_Critique"/>
    </int2:textHash>
    <int2:textHash int2:hashCode="8ZAs8eVidh1gyz" int2:id="cnSTXn95">
      <int2:state int2:value="Rejected" int2:type="AugLoop_Text_Critique"/>
    </int2:textHash>
    <int2:bookmark int2:bookmarkName="_Int_Zz6RJM7l" int2:invalidationBookmarkName="" int2:hashCode="e3+TZqNgMaC5Vf" int2:id="55F8np87">
      <int2:state int2:value="Rejected" int2:type="AugLoop_Text_Critique"/>
    </int2:bookmark>
    <int2:bookmark int2:bookmarkName="_Int_wodojiWO" int2:invalidationBookmarkName="" int2:hashCode="351r0XWD+hEdsL" int2:id="PUi5Ph2Q">
      <int2:state int2:value="Rejected" int2:type="AugLoop_Text_Critique"/>
    </int2:bookmark>
    <int2:bookmark int2:bookmarkName="_Int_XrKxWuAp" int2:invalidationBookmarkName="" int2:hashCode="XnBZUbOy6FEQ0N" int2:id="mxxRh73n">
      <int2:state int2:value="Rejected" int2:type="AugLoop_Text_Critique"/>
    </int2:bookmark>
    <int2:bookmark int2:bookmarkName="_Int_kDfHLemt" int2:invalidationBookmarkName="" int2:hashCode="e3+TZqNgMaC5Vf" int2:id="sKgyejA2">
      <int2:state int2:value="Rejected" int2:type="AugLoop_Text_Critique"/>
    </int2:bookmark>
    <int2:bookmark int2:bookmarkName="_Int_s4k4bYlO" int2:invalidationBookmarkName="" int2:hashCode="BP722YIMEjO0Sh" int2:id="tcU2madX">
      <int2:state int2:value="Rejected" int2:type="AugLoop_Text_Critique"/>
    </int2:bookmark>
    <int2:bookmark int2:bookmarkName="_Int_UfOuLsgk" int2:invalidationBookmarkName="" int2:hashCode="1oV0hlFN+4Gwi+" int2:id="EEdvibi7">
      <int2:state int2:value="Rejected" int2:type="AugLoop_Text_Critique"/>
    </int2:bookmark>
    <int2:bookmark int2:bookmarkName="_Int_JR7o9rv7" int2:invalidationBookmarkName="" int2:hashCode="e3+TZqNgMaC5Vf" int2:id="fjI7biQS">
      <int2:state int2:value="Rejected" int2:type="AugLoop_Text_Critique"/>
    </int2:bookmark>
    <int2:bookmark int2:bookmarkName="_Int_q2sdHNd2" int2:invalidationBookmarkName="" int2:hashCode="tnsYK9K0bgIv58" int2:id="LVl6TGAx">
      <int2:state int2:value="Rejected" int2:type="AugLoop_Text_Critique"/>
    </int2:bookmark>
    <int2:bookmark int2:bookmarkName="_Int_tT3Ie4FY" int2:invalidationBookmarkName="" int2:hashCode="4bg4dPoZm2pTqD" int2:id="U5CyADvh">
      <int2:state int2:value="Rejected" int2:type="AugLoop_Text_Critique"/>
    </int2:bookmark>
    <int2:bookmark int2:bookmarkName="_Int_cHvxtwkX" int2:invalidationBookmarkName="" int2:hashCode="mNNOqTRNdJrfPd" int2:id="qxje7yTy">
      <int2:state int2:value="Rejected" int2:type="AugLoop_Acronyms_AcronymsCritique"/>
    </int2:bookmark>
    <int2:bookmark int2:bookmarkName="_Int_tBgx6kdo" int2:invalidationBookmarkName="" int2:hashCode="GOUnFBPZtfKqdG" int2:id="RYYjSaS0">
      <int2:state int2:value="Rejected" int2:type="AugLoop_Acronyms_AcronymsCritique"/>
    </int2:bookmark>
    <int2:bookmark int2:bookmarkName="_Int_O4mHbXnT" int2:invalidationBookmarkName="" int2:hashCode="83d03y/DZgHnEK" int2:id="8NDp5I6F">
      <int2:extLst>
        <oel:ext uri="426473B9-03D8-482F-96C9-C2C85392BACA">
          <int2:similarityCritique int2:version="1" int2:context="Performed routine and STAT testing on a variety of specimens quickly and accurately.">
            <int2:source int2:sourceType="Online" int2:sourceTitle="Kimberley Yee, MLS(ASCP)CM - Public Health Scientist I - LinkedIn" int2:sourceUrl="https://www.linkedin.com/in/kimberley-yee-mls-ascp-cm-950637160" int2:sourceSnippet="- Performed Routine and Stat testing on a variety of specimens quickly and accurately - Performed quality control for instruments and maintenance per standard operating procedure Blood Bank -...">
              <int2:suggestions int2:citationType="Inline">
                <int2:suggestion int2:citationStyle="Mla" int2:isIdentical="0">
                  <int2:citationText>(“Kimberley Yee, MLS(ASCP)CM - Public Health Scientist I - LinkedIn”)</int2:citationText>
                </int2:suggestion>
                <int2:suggestion int2:citationStyle="Apa" int2:isIdentical="0">
                  <int2:citationText>(“Kimberley Yee, MLS(ASCP)CM - Public Health Scientist I - LinkedIn”)</int2:citationText>
                </int2:suggestion>
                <int2:suggestion int2:citationStyle="Chicago" int2:isIdentical="0">
                  <int2:citationText>(“Kimberley Yee, MLS(ASCP)CM - Public Health Scientist I - LinkedIn”)</int2:citationText>
                </int2:suggestion>
              </int2:suggestions>
              <int2:suggestions int2:citationType="Full">
                <int2:suggestion int2:citationStyle="Mla" int2:isIdentical="0">
                  <int2:citationText>&lt;i&gt;Kimberley Yee, MLS(ASCP)CM - Public Health Scientist I - LinkedIn&lt;/i&gt;, https://www.linkedin.com/in/kimberley-yee-mls-ascp-cm-950637160.</int2:citationText>
                </int2:suggestion>
                <int2:suggestion int2:citationStyle="Apa" int2:isIdentical="0">
                  <int2:citationText>&lt;i&gt;Kimberley Yee, MLS(ASCP)CM - Public Health Scientist I - LinkedIn&lt;/i&gt;. (n.d.). Retrieved from https://www.linkedin.com/in/kimberley-yee-mls-ascp-cm-950637160</int2:citationText>
                </int2:suggestion>
                <int2:suggestion int2:citationStyle="Chicago" int2:isIdentical="0">
                  <int2:citationText>“Kimberley Yee, MLS(ASCP)CM - Public Health Scientist I - LinkedIn” n.d., https://www.linkedin.com/in/kimberley-yee-mls-ascp-cm-950637160.</int2:citationText>
                </int2:suggestion>
              </int2:suggestions>
            </int2:source>
            <int2:source int2:sourceType="Online" int2:sourceTitle="Parth Patel - Quality Control Specialist (CAR-T) - Legend Biotech ..." int2:sourceUrl="https://www.linkedin.com/in/parth-patel-762903116" int2:sourceSnippet="various chemical, microscopic and bacteriologic tests. * Performed STAT and Routine testing on a variety of specimens quickly and accurately. * Maintained lab equipment’s and troubleshoot...">
              <int2:suggestions int2:citationType="Inline">
                <int2:suggestion int2:citationStyle="Mla" int2:isIdentical="0">
                  <int2:citationText>(“Parth Patel - Quality Control Specialist (CAR-T) - Legend Biotech ...”)</int2:citationText>
                </int2:suggestion>
                <int2:suggestion int2:citationStyle="Apa" int2:isIdentical="0">
                  <int2:citationText>(“Parth Patel - Quality Control Specialist (CAR-T) - Legend Biotech ...”)</int2:citationText>
                </int2:suggestion>
                <int2:suggestion int2:citationStyle="Chicago" int2:isIdentical="0">
                  <int2:citationText>(“Parth Patel - Quality Control Specialist (CAR-T) - Legend Biotech ...”)</int2:citationText>
                </int2:suggestion>
              </int2:suggestions>
              <int2:suggestions int2:citationType="Full">
                <int2:suggestion int2:citationStyle="Mla" int2:isIdentical="0">
                  <int2:citationText>&lt;i&gt;Parth Patel - Quality Control Specialist (CAR-T) - Legend Biotech ...&lt;/i&gt;, https://www.linkedin.com/in/parth-patel-762903116.</int2:citationText>
                </int2:suggestion>
                <int2:suggestion int2:citationStyle="Apa" int2:isIdentical="0">
                  <int2:citationText>&lt;i&gt;Parth Patel - Quality Control Specialist (CAR-T) - Legend Biotech ...&lt;/i&gt;. (n.d.). Retrieved from https://www.linkedin.com/in/parth-patel-762903116</int2:citationText>
                </int2:suggestion>
                <int2:suggestion int2:citationStyle="Chicago" int2:isIdentical="0">
                  <int2:citationText>“Parth Patel - Quality Control Specialist (CAR-T) - Legend Biotech ...” n.d., https://www.linkedin.com/in/parth-patel-762903116.</int2:citationText>
                </int2:suggestion>
              </int2:suggestions>
            </int2:source>
          </int2:similarityCritique>
        </oel:ext>
      </int2:extLst>
    </int2:bookmark>
    <int2:bookmark int2:bookmarkName="_Int_OjoBiM7k" int2:invalidationBookmarkName="" int2:hashCode="PxSfV836bkCJSH" int2:id="TP8riCzM">
      <int2:state int2:value="Rejected" int2:type="AugLoop_Text_Critique"/>
    </int2:bookmark>
    <int2:entireDocument int2:id="tYl8LKOq">
      <int2:extLst>
        <oel:ext uri="E302BA01-7950-474C-9AD3-286E660C40A8">
          <int2:similaritySummary int2:version="1" int2:runId="1675047938716" int2:tilesCheckedInThisRun="41" int2:totalNumOfTiles="41" int2:similarityAnnotationCount="1" int2:numWords="457" int2:numFlaggedWords="13"/>
        </oel:ext>
      </int2:extLst>
    </int2:entireDocument>
  </int2:observations>
  <int2:intelligenceSettings>
    <int2:extLst>
      <oel:ext uri="74B372B9-2EFF-4315-9A3F-32BA87CA82B1">
        <int2:goals int2:version="1" int2:formality="1"/>
      </oel:ext>
    </int2:extLst>
  </int2:intelligenceSettings>
  <int2:onDemandWorkflows>
    <int2:onDemandWorkflow int2:type="SimilarityCheck" int2:paragraphVersions="034209CA-5F802112 15259432-67D8CD1F 142F22CF-5878C5E5 10B9A731-61B2CD24 2A9F2AEA-77777777 0EC8A842-2F59874C 6A766F25-60FAFC6B 2CD1F874-07CED47D 25C911CA-58A64C25 4FB10C1B-4271C121 73751E2D-1392C4D5 4F42A97B-0A6F0198 3613A9AF-65FC0982 72C9B8F9-5B84F83F 6BB79EEC-3A18C8AE 5B864B12-259042AC 49FAE1B5-05FD0039 271BAC8F-522DB84E 4DA3F8B5-00C07F7D 722A2297-4E91505F 711ADECE-7DC16B32 47756D6D-0487C945 2909CFB8-6B0C9D19 6BC62C50-3D66ECC5 2C9EECFA-3AA04612 67F60CA8-2559C87E 249FA55C-71109413 1B07A6F5-7000E640 15039792-6BE5A8D2 51A4EEAA-01E37D59 001EF38E-30D71100 3E724C41-7E4E13DD 41E41FE6-29BA5EAA 47E788A8-7E6B3811 6BCB3334-79643861 3D93085F-447BC7E8 39A3E068-4DCDCA7A 7252DAA2-77777777 3C2CAAB8-4CFD3168 189D4DA7-33F90C60 420C9E06-1D012F66 189E2279-77777777 059D3654-0E18ABBF 7B39FB18-77777777 7A62CBF7-77777777 3D92AF65-66E9368A"/>
  </int2:onDemandWorkflow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4AE53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1E56DF9"/>
    <w:multiLevelType w:val="multilevel"/>
    <w:tmpl w:val="742A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3D94DC3"/>
    <w:multiLevelType w:val="multilevel"/>
    <w:tmpl w:val="0FFA5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0F5471"/>
    <w:multiLevelType w:val="multilevel"/>
    <w:tmpl w:val="5B72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5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37D6217"/>
    <w:multiLevelType w:val="hybridMultilevel"/>
    <w:tmpl w:val="E93C3CF6"/>
    <w:lvl w:ilvl="0" w:tplc="36B89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14DD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0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0D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84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E26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E1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C4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629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802692"/>
    <w:multiLevelType w:val="multilevel"/>
    <w:tmpl w:val="D354D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27DE1BEC"/>
    <w:multiLevelType w:val="hybridMultilevel"/>
    <w:tmpl w:val="CD84B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CB4057"/>
    <w:multiLevelType w:val="multilevel"/>
    <w:tmpl w:val="0422C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EF6926"/>
    <w:multiLevelType w:val="hybridMultilevel"/>
    <w:tmpl w:val="4E044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B609F"/>
    <w:multiLevelType w:val="multilevel"/>
    <w:tmpl w:val="052A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7AAEA30"/>
    <w:multiLevelType w:val="hybridMultilevel"/>
    <w:tmpl w:val="04EE6A52"/>
    <w:lvl w:ilvl="0" w:tplc="54243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82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FEC8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4E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AB0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123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F40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2B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746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9D494"/>
    <w:multiLevelType w:val="hybridMultilevel"/>
    <w:tmpl w:val="D5F82A1A"/>
    <w:lvl w:ilvl="0" w:tplc="B1D84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0D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96C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ED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B9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D8D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089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667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62F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06F72"/>
    <w:multiLevelType w:val="hybridMultilevel"/>
    <w:tmpl w:val="35102A5E"/>
    <w:lvl w:ilvl="0" w:tplc="E47E5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0DF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589E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CE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0A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1878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206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40F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025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04B47"/>
    <w:multiLevelType w:val="hybridMultilevel"/>
    <w:tmpl w:val="51E4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34CAB31"/>
    <w:multiLevelType w:val="hybridMultilevel"/>
    <w:tmpl w:val="15A225EE"/>
    <w:lvl w:ilvl="0" w:tplc="62D85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B87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E85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A3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6B4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AC5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42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6E8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00AA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810D8"/>
    <w:multiLevelType w:val="multilevel"/>
    <w:tmpl w:val="D57C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9592F5"/>
    <w:multiLevelType w:val="hybridMultilevel"/>
    <w:tmpl w:val="DE7CDEE0"/>
    <w:lvl w:ilvl="0" w:tplc="F8BE1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7418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AE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62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6C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4C2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00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43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1C5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01F83"/>
    <w:multiLevelType w:val="multilevel"/>
    <w:tmpl w:val="41E45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36" w15:restartNumberingAfterBreak="0">
    <w:nsid w:val="6EA86346"/>
    <w:multiLevelType w:val="hybridMultilevel"/>
    <w:tmpl w:val="78643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718AC0B0"/>
    <w:multiLevelType w:val="hybridMultilevel"/>
    <w:tmpl w:val="3A787660"/>
    <w:lvl w:ilvl="0" w:tplc="DBA01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DAB5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FE9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20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0E3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D0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0F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6F3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0CC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3"/>
  </w:num>
  <w:num w:numId="3">
    <w:abstractNumId w:val="38"/>
  </w:num>
  <w:num w:numId="4">
    <w:abstractNumId w:val="16"/>
  </w:num>
  <w:num w:numId="5">
    <w:abstractNumId w:val="27"/>
  </w:num>
  <w:num w:numId="6">
    <w:abstractNumId w:val="25"/>
  </w:num>
  <w:num w:numId="7">
    <w:abstractNumId w:val="3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9"/>
  </w:num>
  <w:num w:numId="23">
    <w:abstractNumId w:val="15"/>
  </w:num>
  <w:num w:numId="24">
    <w:abstractNumId w:val="24"/>
  </w:num>
  <w:num w:numId="25">
    <w:abstractNumId w:val="13"/>
  </w:num>
  <w:num w:numId="26">
    <w:abstractNumId w:val="37"/>
  </w:num>
  <w:num w:numId="27">
    <w:abstractNumId w:val="30"/>
  </w:num>
  <w:num w:numId="28">
    <w:abstractNumId w:val="14"/>
  </w:num>
  <w:num w:numId="29">
    <w:abstractNumId w:val="23"/>
  </w:num>
  <w:num w:numId="30">
    <w:abstractNumId w:val="35"/>
  </w:num>
  <w:num w:numId="31">
    <w:abstractNumId w:val="32"/>
  </w:num>
  <w:num w:numId="32">
    <w:abstractNumId w:val="10"/>
  </w:num>
  <w:num w:numId="33">
    <w:abstractNumId w:val="20"/>
  </w:num>
  <w:num w:numId="34">
    <w:abstractNumId w:val="12"/>
  </w:num>
  <w:num w:numId="35">
    <w:abstractNumId w:val="22"/>
  </w:num>
  <w:num w:numId="36">
    <w:abstractNumId w:val="21"/>
  </w:num>
  <w:num w:numId="37">
    <w:abstractNumId w:val="28"/>
  </w:num>
  <w:num w:numId="38">
    <w:abstractNumId w:val="19"/>
  </w:num>
  <w:num w:numId="39">
    <w:abstractNumId w:val="34"/>
  </w:num>
  <w:num w:numId="40">
    <w:abstractNumId w:val="17"/>
  </w:num>
  <w:num w:numId="41">
    <w:abstractNumId w:val="11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E1"/>
    <w:rsid w:val="00005097"/>
    <w:rsid w:val="00021566"/>
    <w:rsid w:val="00033B0A"/>
    <w:rsid w:val="00052293"/>
    <w:rsid w:val="000838A8"/>
    <w:rsid w:val="000A28F9"/>
    <w:rsid w:val="000A4F59"/>
    <w:rsid w:val="000C2C62"/>
    <w:rsid w:val="000D579F"/>
    <w:rsid w:val="000E7E23"/>
    <w:rsid w:val="001228D5"/>
    <w:rsid w:val="0012402D"/>
    <w:rsid w:val="00140D57"/>
    <w:rsid w:val="00141A4C"/>
    <w:rsid w:val="001B29CF"/>
    <w:rsid w:val="001B72D8"/>
    <w:rsid w:val="001C3278"/>
    <w:rsid w:val="001D6E4B"/>
    <w:rsid w:val="0020573A"/>
    <w:rsid w:val="0027486A"/>
    <w:rsid w:val="002802A2"/>
    <w:rsid w:val="0028220F"/>
    <w:rsid w:val="002B048F"/>
    <w:rsid w:val="002B0E9B"/>
    <w:rsid w:val="002B16F3"/>
    <w:rsid w:val="002C1180"/>
    <w:rsid w:val="002D7B0B"/>
    <w:rsid w:val="002E6184"/>
    <w:rsid w:val="00351D07"/>
    <w:rsid w:val="00354ED9"/>
    <w:rsid w:val="00356C14"/>
    <w:rsid w:val="00363EA5"/>
    <w:rsid w:val="00365D3E"/>
    <w:rsid w:val="00376728"/>
    <w:rsid w:val="00386BD8"/>
    <w:rsid w:val="00393F81"/>
    <w:rsid w:val="003C0CFC"/>
    <w:rsid w:val="003D7D54"/>
    <w:rsid w:val="003F627D"/>
    <w:rsid w:val="00414F01"/>
    <w:rsid w:val="004258AC"/>
    <w:rsid w:val="00491C38"/>
    <w:rsid w:val="00492100"/>
    <w:rsid w:val="004B3105"/>
    <w:rsid w:val="0050522F"/>
    <w:rsid w:val="00516201"/>
    <w:rsid w:val="00521296"/>
    <w:rsid w:val="00565DC5"/>
    <w:rsid w:val="00596469"/>
    <w:rsid w:val="005B37D9"/>
    <w:rsid w:val="005C3596"/>
    <w:rsid w:val="005D479C"/>
    <w:rsid w:val="005F0337"/>
    <w:rsid w:val="005F6A1A"/>
    <w:rsid w:val="00617B26"/>
    <w:rsid w:val="006270A9"/>
    <w:rsid w:val="00650CDC"/>
    <w:rsid w:val="00653373"/>
    <w:rsid w:val="00675956"/>
    <w:rsid w:val="00681034"/>
    <w:rsid w:val="00685B24"/>
    <w:rsid w:val="0069335B"/>
    <w:rsid w:val="006F2AF0"/>
    <w:rsid w:val="006F4216"/>
    <w:rsid w:val="007431DA"/>
    <w:rsid w:val="00745C7B"/>
    <w:rsid w:val="0077358F"/>
    <w:rsid w:val="00783BB4"/>
    <w:rsid w:val="007906D4"/>
    <w:rsid w:val="00795A01"/>
    <w:rsid w:val="007B1929"/>
    <w:rsid w:val="007B1F3D"/>
    <w:rsid w:val="007E6043"/>
    <w:rsid w:val="007F6D24"/>
    <w:rsid w:val="008136B7"/>
    <w:rsid w:val="00816216"/>
    <w:rsid w:val="00841FAF"/>
    <w:rsid w:val="0087734B"/>
    <w:rsid w:val="008E7261"/>
    <w:rsid w:val="008F5BCB"/>
    <w:rsid w:val="00906868"/>
    <w:rsid w:val="00921ABE"/>
    <w:rsid w:val="00966FF5"/>
    <w:rsid w:val="00981440"/>
    <w:rsid w:val="009B5327"/>
    <w:rsid w:val="009C58A8"/>
    <w:rsid w:val="009D5933"/>
    <w:rsid w:val="009F3A52"/>
    <w:rsid w:val="00A0510A"/>
    <w:rsid w:val="00A313E1"/>
    <w:rsid w:val="00A43A55"/>
    <w:rsid w:val="00A55127"/>
    <w:rsid w:val="00A67AB5"/>
    <w:rsid w:val="00A7545A"/>
    <w:rsid w:val="00AB17EF"/>
    <w:rsid w:val="00AC697E"/>
    <w:rsid w:val="00AE5A87"/>
    <w:rsid w:val="00AF1495"/>
    <w:rsid w:val="00AF4FC2"/>
    <w:rsid w:val="00B8091C"/>
    <w:rsid w:val="00B836CA"/>
    <w:rsid w:val="00B90E14"/>
    <w:rsid w:val="00BB2A45"/>
    <w:rsid w:val="00BB6E13"/>
    <w:rsid w:val="00BC3152"/>
    <w:rsid w:val="00BD768D"/>
    <w:rsid w:val="00BE00FB"/>
    <w:rsid w:val="00C61F8E"/>
    <w:rsid w:val="00C636A4"/>
    <w:rsid w:val="00CA1230"/>
    <w:rsid w:val="00CA7F84"/>
    <w:rsid w:val="00CB0EDB"/>
    <w:rsid w:val="00CB7EA3"/>
    <w:rsid w:val="00D13B36"/>
    <w:rsid w:val="00D1487E"/>
    <w:rsid w:val="00D3448C"/>
    <w:rsid w:val="00D345C6"/>
    <w:rsid w:val="00D60628"/>
    <w:rsid w:val="00D9410D"/>
    <w:rsid w:val="00DB4593"/>
    <w:rsid w:val="00DF1624"/>
    <w:rsid w:val="00E461D2"/>
    <w:rsid w:val="00E5144D"/>
    <w:rsid w:val="00E72B0C"/>
    <w:rsid w:val="00E83ABE"/>
    <w:rsid w:val="00E83E4B"/>
    <w:rsid w:val="00EA2AA0"/>
    <w:rsid w:val="00EC7D89"/>
    <w:rsid w:val="00ED5CBE"/>
    <w:rsid w:val="00EE7759"/>
    <w:rsid w:val="00F12F79"/>
    <w:rsid w:val="00F23398"/>
    <w:rsid w:val="00F24F97"/>
    <w:rsid w:val="00F325F5"/>
    <w:rsid w:val="00F6616E"/>
    <w:rsid w:val="00F756D6"/>
    <w:rsid w:val="00F75784"/>
    <w:rsid w:val="00F85358"/>
    <w:rsid w:val="00F95EEE"/>
    <w:rsid w:val="00FB601C"/>
    <w:rsid w:val="00FE1ADC"/>
    <w:rsid w:val="00FE2C5B"/>
    <w:rsid w:val="01D1CD3C"/>
    <w:rsid w:val="01F1BDCC"/>
    <w:rsid w:val="0237EE1E"/>
    <w:rsid w:val="02C887B9"/>
    <w:rsid w:val="030EA0F4"/>
    <w:rsid w:val="031EE4ED"/>
    <w:rsid w:val="04F42807"/>
    <w:rsid w:val="055D0CAA"/>
    <w:rsid w:val="05ED5239"/>
    <w:rsid w:val="0670B8B4"/>
    <w:rsid w:val="09B427B1"/>
    <w:rsid w:val="09FB7459"/>
    <w:rsid w:val="0A00683D"/>
    <w:rsid w:val="0B6036CA"/>
    <w:rsid w:val="0C40E051"/>
    <w:rsid w:val="0E24CECF"/>
    <w:rsid w:val="1036DAAE"/>
    <w:rsid w:val="1073FEBB"/>
    <w:rsid w:val="10BB528F"/>
    <w:rsid w:val="110F6B88"/>
    <w:rsid w:val="116DCE28"/>
    <w:rsid w:val="119D1985"/>
    <w:rsid w:val="12869876"/>
    <w:rsid w:val="12FBA489"/>
    <w:rsid w:val="130EFB24"/>
    <w:rsid w:val="13AB9F7D"/>
    <w:rsid w:val="149774EA"/>
    <w:rsid w:val="15A6D54C"/>
    <w:rsid w:val="16DFDBA8"/>
    <w:rsid w:val="17FE649A"/>
    <w:rsid w:val="1902EF8D"/>
    <w:rsid w:val="193ED922"/>
    <w:rsid w:val="1A2E419D"/>
    <w:rsid w:val="1A51E4FA"/>
    <w:rsid w:val="1AA23091"/>
    <w:rsid w:val="1AEAD16D"/>
    <w:rsid w:val="1E64FAFE"/>
    <w:rsid w:val="1FCEF934"/>
    <w:rsid w:val="2033D61B"/>
    <w:rsid w:val="20D7CE26"/>
    <w:rsid w:val="21163CB7"/>
    <w:rsid w:val="22CE3325"/>
    <w:rsid w:val="2306220D"/>
    <w:rsid w:val="241B71D1"/>
    <w:rsid w:val="245789BC"/>
    <w:rsid w:val="2651569B"/>
    <w:rsid w:val="277CD31B"/>
    <w:rsid w:val="2796DA92"/>
    <w:rsid w:val="27A1A448"/>
    <w:rsid w:val="27EC4E48"/>
    <w:rsid w:val="28034093"/>
    <w:rsid w:val="293D74A9"/>
    <w:rsid w:val="2979AE7A"/>
    <w:rsid w:val="2AD9450A"/>
    <w:rsid w:val="2CE712E4"/>
    <w:rsid w:val="2D011E4C"/>
    <w:rsid w:val="2E513A23"/>
    <w:rsid w:val="308B6602"/>
    <w:rsid w:val="316C95B0"/>
    <w:rsid w:val="317B8EF3"/>
    <w:rsid w:val="33468F83"/>
    <w:rsid w:val="360F4F95"/>
    <w:rsid w:val="36F1FC66"/>
    <w:rsid w:val="396D962E"/>
    <w:rsid w:val="3F33FE83"/>
    <w:rsid w:val="413EB454"/>
    <w:rsid w:val="419C6366"/>
    <w:rsid w:val="42668B80"/>
    <w:rsid w:val="42DE762C"/>
    <w:rsid w:val="43D1F38E"/>
    <w:rsid w:val="44076FA6"/>
    <w:rsid w:val="46AC520D"/>
    <w:rsid w:val="470CB611"/>
    <w:rsid w:val="4722BF96"/>
    <w:rsid w:val="4A2B2E76"/>
    <w:rsid w:val="4B03F2A2"/>
    <w:rsid w:val="4BD3AB22"/>
    <w:rsid w:val="4CD23BEC"/>
    <w:rsid w:val="4F11B905"/>
    <w:rsid w:val="4FA3D0D7"/>
    <w:rsid w:val="4FB450B9"/>
    <w:rsid w:val="50AD8966"/>
    <w:rsid w:val="5136218E"/>
    <w:rsid w:val="513DE74D"/>
    <w:rsid w:val="51552826"/>
    <w:rsid w:val="5248AA22"/>
    <w:rsid w:val="53937BCA"/>
    <w:rsid w:val="53D538EB"/>
    <w:rsid w:val="53E85CE9"/>
    <w:rsid w:val="54E2D655"/>
    <w:rsid w:val="55069CB9"/>
    <w:rsid w:val="556DE11D"/>
    <w:rsid w:val="579CB7F2"/>
    <w:rsid w:val="58A2A5AF"/>
    <w:rsid w:val="5A579E6D"/>
    <w:rsid w:val="5B74DBBD"/>
    <w:rsid w:val="5DB33ADF"/>
    <w:rsid w:val="5DBE921E"/>
    <w:rsid w:val="62764B69"/>
    <w:rsid w:val="62A14184"/>
    <w:rsid w:val="6336A6F6"/>
    <w:rsid w:val="651C4BD0"/>
    <w:rsid w:val="6548016D"/>
    <w:rsid w:val="675A1D25"/>
    <w:rsid w:val="699902C6"/>
    <w:rsid w:val="69D21913"/>
    <w:rsid w:val="6A5C8760"/>
    <w:rsid w:val="6ABDF81A"/>
    <w:rsid w:val="6BFE0EA5"/>
    <w:rsid w:val="6DA9219F"/>
    <w:rsid w:val="6DBE1229"/>
    <w:rsid w:val="6F2FF883"/>
    <w:rsid w:val="6F652F0A"/>
    <w:rsid w:val="6F9A7684"/>
    <w:rsid w:val="704CAA97"/>
    <w:rsid w:val="7061DE20"/>
    <w:rsid w:val="725427CC"/>
    <w:rsid w:val="731813BD"/>
    <w:rsid w:val="7520E88F"/>
    <w:rsid w:val="75DC5E14"/>
    <w:rsid w:val="7623B1E8"/>
    <w:rsid w:val="767CB0CD"/>
    <w:rsid w:val="78D523CB"/>
    <w:rsid w:val="79170100"/>
    <w:rsid w:val="79734C17"/>
    <w:rsid w:val="797EAA21"/>
    <w:rsid w:val="7AA026FC"/>
    <w:rsid w:val="7B0137F9"/>
    <w:rsid w:val="7B633B5C"/>
    <w:rsid w:val="7B8CC09E"/>
    <w:rsid w:val="7E87C2B2"/>
    <w:rsid w:val="7ED34566"/>
    <w:rsid w:val="7FE5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EBEA9"/>
  <w15:chartTrackingRefBased/>
  <w15:docId w15:val="{6765A045-AE4F-403F-A2F2-D0C12183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9CF"/>
  </w:style>
  <w:style w:type="paragraph" w:styleId="Heading1">
    <w:name w:val="heading 1"/>
    <w:basedOn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19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C515A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Resume"/>
    <w:basedOn w:val="Normal"/>
    <w:link w:val="Title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aliases w:val="Resume Char"/>
    <w:basedOn w:val="DefaultParagraphFont"/>
    <w:link w:val="Title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8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81034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qFormat/>
    <w:rsid w:val="0087734B"/>
    <w:pPr>
      <w:numPr>
        <w:numId w:val="30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unhideWhenUsed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paragraph" w:styleId="NormalWeb">
    <w:name w:val="Normal (Web)"/>
    <w:basedOn w:val="Normal"/>
    <w:uiPriority w:val="99"/>
    <w:unhideWhenUsed/>
    <w:rsid w:val="00386BD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unhideWhenUsed/>
    <w:qFormat/>
    <w:rsid w:val="00386BD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81440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1929"/>
    <w:rPr>
      <w:rFonts w:asciiTheme="majorHAnsi" w:eastAsiaTheme="majorEastAsia" w:hAnsiTheme="majorHAnsi" w:cstheme="majorBidi"/>
      <w:color w:val="1C515A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oonborocz1@lakelandcc.edu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oro\AppData\Roaming\Microsoft\Templates\Resume%20(color)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EC1FA02-D10B-414D-95B7-AC66DD0BF070}">
  <we:reference id="99f22d10-f29a-4597-9e2e-52154e3cc5c4" version="4.0.18.0" store="EXCatalog" storeType="EXCatalog"/>
  <we:alternateReferences>
    <we:reference id="WA200001494" version="4.0.18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7bc25e-428b-459f-8391-32a950887b3c" xsi:nil="true"/>
    <lcf76f155ced4ddcb4097134ff3c332f xmlns="8210bb8a-a6af-4df9-b344-b65bf3c6b94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648133CEE7A4C82D0773AB4530DE0" ma:contentTypeVersion="16" ma:contentTypeDescription="Create a new document." ma:contentTypeScope="" ma:versionID="f28af2e4aa5aec76c99b234d90fb1bc1">
  <xsd:schema xmlns:xsd="http://www.w3.org/2001/XMLSchema" xmlns:xs="http://www.w3.org/2001/XMLSchema" xmlns:p="http://schemas.microsoft.com/office/2006/metadata/properties" xmlns:ns2="8210bb8a-a6af-4df9-b344-b65bf3c6b942" xmlns:ns3="bc7bc25e-428b-459f-8391-32a950887b3c" targetNamespace="http://schemas.microsoft.com/office/2006/metadata/properties" ma:root="true" ma:fieldsID="8bf6ec648c13c772ec1c3b53586361d1" ns2:_="" ns3:_="">
    <xsd:import namespace="8210bb8a-a6af-4df9-b344-b65bf3c6b942"/>
    <xsd:import namespace="bc7bc25e-428b-459f-8391-32a950887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10bb8a-a6af-4df9-b344-b65bf3c6b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a0c628-17f6-45d9-ab71-88665321ed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bc25e-428b-459f-8391-32a950887b3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948d217-8b44-4727-9234-49a069ca652b}" ma:internalName="TaxCatchAll" ma:showField="CatchAllData" ma:web="bc7bc25e-428b-459f-8391-32a950887b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EBDC74-3213-4DAF-8913-F08E43946C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ECC3F-642E-47C1-BC12-D83082C76B96}">
  <ds:schemaRefs>
    <ds:schemaRef ds:uri="http://schemas.microsoft.com/office/2006/metadata/properties"/>
    <ds:schemaRef ds:uri="http://schemas.microsoft.com/office/infopath/2007/PartnerControls"/>
    <ds:schemaRef ds:uri="bc7bc25e-428b-459f-8391-32a950887b3c"/>
    <ds:schemaRef ds:uri="8210bb8a-a6af-4df9-b344-b65bf3c6b942"/>
  </ds:schemaRefs>
</ds:datastoreItem>
</file>

<file path=customXml/itemProps3.xml><?xml version="1.0" encoding="utf-8"?>
<ds:datastoreItem xmlns:ds="http://schemas.openxmlformats.org/officeDocument/2006/customXml" ds:itemID="{9A412669-2649-4365-A3B4-6B6B61DA0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64B47-F709-489B-9AF6-C09F13DD1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10bb8a-a6af-4df9-b344-b65bf3c6b942"/>
    <ds:schemaRef ds:uri="bc7bc25e-428b-459f-8391-32a950887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1</TotalTime>
  <Pages>2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aboro</dc:creator>
  <cp:keywords/>
  <cp:lastModifiedBy>Shawnda Coon</cp:lastModifiedBy>
  <cp:revision>2</cp:revision>
  <cp:lastPrinted>2022-12-14T14:02:00Z</cp:lastPrinted>
  <dcterms:created xsi:type="dcterms:W3CDTF">2025-11-05T14:37:00Z</dcterms:created>
  <dcterms:modified xsi:type="dcterms:W3CDTF">2025-11-05T14:37:00Z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0x01010080E648133CEE7A4C82D0773AB4530DE0</vt:lpwstr>
  </property>
  <property fmtid="{D5CDD505-2E9C-101B-9397-08002B2CF9AE}" pid="3" name="MediaServiceImageTags">
    <vt:lpwstr/>
  </property>
</Properties>
</file>